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A73" w:rsidRPr="008E1EDE" w:rsidRDefault="003A3C00" w:rsidP="00AE4E24">
      <w:pPr>
        <w:rPr>
          <w:rFonts w:asciiTheme="minorHAnsi" w:hAnsiTheme="minorHAnsi" w:cstheme="minorHAnsi"/>
          <w:b/>
          <w:sz w:val="24"/>
          <w:szCs w:val="24"/>
        </w:rPr>
      </w:pPr>
      <w:r w:rsidRPr="003A3C00">
        <w:rPr>
          <w:rFonts w:asciiTheme="minorHAnsi" w:hAnsiTheme="minorHAnsi" w:cstheme="minorHAnsi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7.1pt;margin-top:-20.45pt;width:39.75pt;height:39pt;z-index:251658240" fillcolor="window">
            <v:imagedata r:id="rId8" o:title=""/>
          </v:shape>
          <o:OLEObject Type="Embed" ProgID="PBrush" ShapeID="_x0000_s1026" DrawAspect="Content" ObjectID="_1510491227" r:id="rId9"/>
        </w:pict>
      </w:r>
      <w:r w:rsidR="00AB63A4" w:rsidRPr="00A15C57"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  </w:t>
      </w:r>
      <w:r w:rsidR="00AB63A4" w:rsidRPr="00AB63A4">
        <w:rPr>
          <w:rFonts w:asciiTheme="minorHAnsi" w:hAnsiTheme="minorHAnsi" w:cstheme="minorHAnsi"/>
          <w:b/>
          <w:sz w:val="28"/>
          <w:szCs w:val="28"/>
        </w:rPr>
        <w:t xml:space="preserve">          </w:t>
      </w:r>
      <w:r w:rsidR="00CB6DF4">
        <w:rPr>
          <w:rFonts w:asciiTheme="minorHAnsi" w:hAnsiTheme="minorHAnsi" w:cstheme="minorHAnsi"/>
          <w:b/>
          <w:sz w:val="28"/>
          <w:szCs w:val="28"/>
        </w:rPr>
        <w:t xml:space="preserve">                               ΣΧΕΔΙΟ</w:t>
      </w:r>
      <w:r w:rsidR="00AB63A4" w:rsidRPr="00AB63A4">
        <w:rPr>
          <w:rFonts w:asciiTheme="minorHAnsi" w:hAnsiTheme="minorHAnsi" w:cstheme="minorHAnsi"/>
          <w:b/>
          <w:sz w:val="28"/>
          <w:szCs w:val="28"/>
        </w:rPr>
        <w:t xml:space="preserve">        </w:t>
      </w:r>
      <w:r w:rsidR="00AB63A4" w:rsidRPr="00A15C57">
        <w:rPr>
          <w:rFonts w:asciiTheme="minorHAnsi" w:hAnsiTheme="minorHAnsi" w:cstheme="minorHAnsi"/>
          <w:b/>
          <w:sz w:val="28"/>
          <w:szCs w:val="28"/>
        </w:rPr>
        <w:t xml:space="preserve">   </w:t>
      </w:r>
    </w:p>
    <w:p w:rsidR="00AE4E24" w:rsidRPr="00AE4E24" w:rsidRDefault="00AE4E24" w:rsidP="00AE4E24">
      <w:pPr>
        <w:rPr>
          <w:rFonts w:asciiTheme="minorHAnsi" w:hAnsiTheme="minorHAnsi" w:cstheme="minorHAnsi"/>
          <w:b/>
          <w:sz w:val="24"/>
          <w:szCs w:val="24"/>
        </w:rPr>
      </w:pPr>
      <w:r w:rsidRPr="00AE4E24">
        <w:rPr>
          <w:rFonts w:asciiTheme="minorHAnsi" w:hAnsiTheme="minorHAnsi" w:cstheme="minorHAnsi"/>
          <w:b/>
          <w:sz w:val="24"/>
          <w:szCs w:val="24"/>
        </w:rPr>
        <w:t xml:space="preserve">ΕΛΛΗΝΙΚΗ ΔΗΜΟΚΡΑΤΙΑ                                                             </w:t>
      </w:r>
      <w:r w:rsidRPr="00AE4E24">
        <w:rPr>
          <w:rFonts w:asciiTheme="minorHAnsi" w:hAnsiTheme="minorHAnsi" w:cstheme="minorHAnsi"/>
          <w:sz w:val="24"/>
          <w:szCs w:val="24"/>
        </w:rPr>
        <w:t xml:space="preserve">ΑΓ. ΠΑΡΑΣΚΕΥΗ </w:t>
      </w:r>
      <w:r w:rsidR="000023F5">
        <w:rPr>
          <w:rFonts w:asciiTheme="minorHAnsi" w:hAnsiTheme="minorHAnsi" w:cstheme="minorHAnsi"/>
          <w:sz w:val="24"/>
          <w:szCs w:val="24"/>
        </w:rPr>
        <w:t>….</w:t>
      </w:r>
      <w:r w:rsidRPr="00AE4E24">
        <w:rPr>
          <w:rFonts w:asciiTheme="minorHAnsi" w:hAnsiTheme="minorHAnsi" w:cstheme="minorHAnsi"/>
          <w:sz w:val="24"/>
          <w:szCs w:val="24"/>
        </w:rPr>
        <w:t>/</w:t>
      </w:r>
      <w:r w:rsidR="000023F5">
        <w:rPr>
          <w:rFonts w:asciiTheme="minorHAnsi" w:hAnsiTheme="minorHAnsi" w:cstheme="minorHAnsi"/>
          <w:sz w:val="24"/>
          <w:szCs w:val="24"/>
        </w:rPr>
        <w:t>…..</w:t>
      </w:r>
      <w:r w:rsidRPr="00AE4E24">
        <w:rPr>
          <w:rFonts w:asciiTheme="minorHAnsi" w:hAnsiTheme="minorHAnsi" w:cstheme="minorHAnsi"/>
          <w:sz w:val="24"/>
          <w:szCs w:val="24"/>
        </w:rPr>
        <w:t>/201</w:t>
      </w:r>
      <w:r w:rsidR="00E411BD">
        <w:rPr>
          <w:rFonts w:asciiTheme="minorHAnsi" w:hAnsiTheme="minorHAnsi" w:cstheme="minorHAnsi"/>
          <w:sz w:val="24"/>
          <w:szCs w:val="24"/>
        </w:rPr>
        <w:t>5</w:t>
      </w:r>
    </w:p>
    <w:p w:rsidR="00AE4E24" w:rsidRPr="00AE4E24" w:rsidRDefault="00AE4E24" w:rsidP="00AE4E24">
      <w:pPr>
        <w:rPr>
          <w:rFonts w:asciiTheme="minorHAnsi" w:hAnsiTheme="minorHAnsi" w:cstheme="minorHAnsi"/>
          <w:b/>
          <w:sz w:val="24"/>
          <w:szCs w:val="24"/>
        </w:rPr>
      </w:pPr>
      <w:r w:rsidRPr="00AE4E24">
        <w:rPr>
          <w:rFonts w:asciiTheme="minorHAnsi" w:hAnsiTheme="minorHAnsi" w:cstheme="minorHAnsi"/>
          <w:b/>
          <w:sz w:val="24"/>
          <w:szCs w:val="24"/>
        </w:rPr>
        <w:t xml:space="preserve">ΝΟΜΟΣ ΑΤΤΙΚΗΣ </w:t>
      </w:r>
    </w:p>
    <w:p w:rsidR="00AE4E24" w:rsidRPr="00B92CAD" w:rsidRDefault="00AE4E24" w:rsidP="00AE4E24">
      <w:pPr>
        <w:rPr>
          <w:rFonts w:asciiTheme="minorHAnsi" w:hAnsiTheme="minorHAnsi" w:cstheme="minorHAnsi"/>
          <w:bCs/>
          <w:sz w:val="24"/>
          <w:szCs w:val="24"/>
        </w:rPr>
      </w:pPr>
      <w:r w:rsidRPr="00AE4E24">
        <w:rPr>
          <w:rFonts w:asciiTheme="minorHAnsi" w:hAnsiTheme="minorHAnsi" w:cstheme="minorHAnsi"/>
          <w:b/>
          <w:sz w:val="24"/>
          <w:szCs w:val="24"/>
        </w:rPr>
        <w:t>ΔΗΜ</w:t>
      </w:r>
      <w:r w:rsidR="00D2593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E4E24">
        <w:rPr>
          <w:rFonts w:asciiTheme="minorHAnsi" w:hAnsiTheme="minorHAnsi" w:cstheme="minorHAnsi"/>
          <w:b/>
          <w:sz w:val="24"/>
          <w:szCs w:val="24"/>
        </w:rPr>
        <w:t>ΟΣ ΑΓΙΑΣ ΠΑΡΑΣΚΕΥΗΣ</w:t>
      </w:r>
      <w:r w:rsidRPr="00AE4E24">
        <w:rPr>
          <w:rFonts w:asciiTheme="minorHAnsi" w:hAnsiTheme="minorHAnsi" w:cstheme="minorHAnsi"/>
          <w:b/>
          <w:sz w:val="24"/>
          <w:szCs w:val="24"/>
        </w:rPr>
        <w:tab/>
      </w:r>
      <w:r w:rsidRPr="00AE4E24">
        <w:rPr>
          <w:rFonts w:asciiTheme="minorHAnsi" w:hAnsiTheme="minorHAnsi" w:cstheme="minorHAnsi"/>
          <w:b/>
          <w:sz w:val="24"/>
          <w:szCs w:val="24"/>
        </w:rPr>
        <w:tab/>
        <w:t xml:space="preserve">                                         </w:t>
      </w:r>
      <w:r w:rsidRPr="00AE4E24">
        <w:rPr>
          <w:rFonts w:asciiTheme="minorHAnsi" w:hAnsiTheme="minorHAnsi" w:cstheme="minorHAnsi"/>
          <w:sz w:val="24"/>
          <w:szCs w:val="24"/>
        </w:rPr>
        <w:t xml:space="preserve">Αρ. Πρωτ. </w:t>
      </w:r>
      <w:r w:rsidR="000023F5">
        <w:rPr>
          <w:rFonts w:asciiTheme="minorHAnsi" w:hAnsiTheme="minorHAnsi" w:cstheme="minorHAnsi"/>
          <w:sz w:val="24"/>
          <w:szCs w:val="24"/>
        </w:rPr>
        <w:t>……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Δ/ΝΣΗ ΟΙΚΟΝΟΜΙΚΩΝ ΥΠΗΡΕΣΙΩΝ</w:t>
      </w:r>
    </w:p>
    <w:p w:rsidR="00AE4E24" w:rsidRPr="00AE4E24" w:rsidRDefault="00AE4E24" w:rsidP="00AE4E2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ΤΜΗΜΑ ΛΟΓΙΣΤΗΡΙΟΥ ΠΡΟΥΠΟΛΟΓΙΣΜΟΥ</w:t>
      </w:r>
    </w:p>
    <w:p w:rsidR="00AE4E24" w:rsidRPr="00AE4E24" w:rsidRDefault="00AE4E24" w:rsidP="00AE4E2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&amp; ΠΡΟΜΗΘΕΙΩΝ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Ταχ. Δ/νση Λεωφ. Μεσογείων 415 – 417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Τ.Κ. 15343, Αγία Παρασκευή</w:t>
      </w:r>
    </w:p>
    <w:p w:rsidR="00AE4E24" w:rsidRPr="00136568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 xml:space="preserve">Πληροφορίες κ. </w:t>
      </w:r>
      <w:r w:rsidR="00136568">
        <w:rPr>
          <w:rFonts w:asciiTheme="minorHAnsi" w:hAnsiTheme="minorHAnsi" w:cstheme="minorHAnsi"/>
          <w:sz w:val="24"/>
          <w:szCs w:val="24"/>
        </w:rPr>
        <w:t>Σκουλουδάκης Απόστολος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Τηλ.:  2132004547</w:t>
      </w:r>
    </w:p>
    <w:p w:rsidR="001A65E7" w:rsidRPr="005E7FE8" w:rsidRDefault="0067577A" w:rsidP="0067577A">
      <w:pPr>
        <w:tabs>
          <w:tab w:val="left" w:pos="1275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4F13A1" w:rsidRPr="00381532" w:rsidRDefault="004F13A1" w:rsidP="004F13A1">
      <w:pPr>
        <w:spacing w:line="276" w:lineRule="auto"/>
        <w:ind w:firstLine="4111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Προς τον Πρόεδρο του Δημοτικού Συμβουλίου</w:t>
      </w:r>
    </w:p>
    <w:p w:rsidR="004F13A1" w:rsidRPr="00381532" w:rsidRDefault="004F13A1" w:rsidP="004F13A1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F13A1" w:rsidRPr="00381532" w:rsidRDefault="004F13A1" w:rsidP="004F13A1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ΘΕΜΑ: «</w:t>
      </w:r>
      <w:r w:rsidRPr="00537784">
        <w:rPr>
          <w:rFonts w:asciiTheme="minorHAnsi" w:hAnsiTheme="minorHAnsi" w:cstheme="minorHAnsi"/>
          <w:sz w:val="24"/>
          <w:szCs w:val="24"/>
        </w:rPr>
        <w:t xml:space="preserve">Έγκριση </w:t>
      </w:r>
      <w:r w:rsidRPr="000A4347">
        <w:rPr>
          <w:rFonts w:asciiTheme="minorHAnsi" w:hAnsiTheme="minorHAnsi" w:cstheme="minorHAnsi"/>
          <w:sz w:val="24"/>
          <w:szCs w:val="24"/>
        </w:rPr>
        <w:t>1</w:t>
      </w:r>
      <w:r w:rsidR="001A1831">
        <w:rPr>
          <w:rFonts w:asciiTheme="minorHAnsi" w:hAnsiTheme="minorHAnsi" w:cstheme="minorHAnsi"/>
          <w:sz w:val="24"/>
          <w:szCs w:val="24"/>
        </w:rPr>
        <w:t>4</w:t>
      </w:r>
      <w:r w:rsidRPr="00537784">
        <w:rPr>
          <w:rFonts w:asciiTheme="minorHAnsi" w:hAnsiTheme="minorHAnsi" w:cstheme="minorHAnsi"/>
          <w:sz w:val="24"/>
          <w:szCs w:val="24"/>
        </w:rPr>
        <w:t xml:space="preserve">ης Αναμόρφωσης Προϋπολογισμού </w:t>
      </w:r>
      <w:r>
        <w:rPr>
          <w:rFonts w:asciiTheme="minorHAnsi" w:hAnsiTheme="minorHAnsi" w:cstheme="minorHAnsi"/>
          <w:sz w:val="24"/>
          <w:szCs w:val="24"/>
        </w:rPr>
        <w:t xml:space="preserve">και Τεχνικού Προγράμματος </w:t>
      </w:r>
      <w:r w:rsidRPr="00537784">
        <w:rPr>
          <w:rFonts w:asciiTheme="minorHAnsi" w:hAnsiTheme="minorHAnsi" w:cstheme="minorHAnsi"/>
          <w:sz w:val="24"/>
          <w:szCs w:val="24"/>
        </w:rPr>
        <w:t>οικονομικού έτους 2015</w:t>
      </w:r>
      <w:r w:rsidRPr="00381532">
        <w:rPr>
          <w:rFonts w:asciiTheme="minorHAnsi" w:hAnsiTheme="minorHAnsi" w:cstheme="minorHAnsi"/>
          <w:sz w:val="24"/>
          <w:szCs w:val="24"/>
        </w:rPr>
        <w:t>».</w:t>
      </w:r>
    </w:p>
    <w:p w:rsidR="004F13A1" w:rsidRPr="00381532" w:rsidRDefault="004F13A1" w:rsidP="004F13A1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F13A1" w:rsidRPr="00381532" w:rsidRDefault="004F13A1" w:rsidP="004F13A1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Σύμφωνα με το Υπουργείο Εσωτερικών η αναμόρφωση του προϋπολογισμού αποτελεί κατ’ ουσία  τροποποίηση της απόφασης με την οποία ψηφίστηκε αυτός. Άρα, για την έκδοση της τροποποιητικής του προϋπολογισμού απόφασης, απαιτείται η τήρηση του ίδιου τύπου και διαδικασίας, όπως ορίζεται στην κείμενη νομοθεσία (ΥΠ.ΕΣ. 28376/18.07.2012). Σύμφωνα πάντα με το ίδιο έγγραφο, με τις διατάξεις της παρ. 5 του άρθρου 23 του ν. 3536/2007 ο νομοθέτης θέλει να ρυθμίσει ένα επιμέρους ζήτημα με τρόπο διαφορετικό από τα εν γένει ισχύοντα- και δη την προθεσμία εντός της οποίας η εποπτεύουσα αρχή ολοκληρώνει τον έλεγχο νομιμότητας της απόφασης αναμόρφωσης. </w:t>
      </w:r>
    </w:p>
    <w:p w:rsidR="004F13A1" w:rsidRPr="00381532" w:rsidRDefault="004F13A1" w:rsidP="004F13A1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Από το παραπάνω έγγραφο συνάγεται ότι εκτός από την εισήγηση των αρμόδιων υπηρεσιών απαιτείται και η τήρηση του ίδιου τύπου και διαδικασίας, όπως ορίζεται στην κείμενη νομοθεσία, για τον προϋπολογισμό. </w:t>
      </w:r>
    </w:p>
    <w:p w:rsidR="004F13A1" w:rsidRPr="00381532" w:rsidRDefault="004F13A1" w:rsidP="004F13A1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        Με το ν. 4172/2013 ορίζεται ότι η εκτελεστική επιτροπή και η επιτροπή διαβούλευσης διατυπώνουν τη γνώμη τους μόνο κατά το στάδιο κατάρτισης του προϋπολογισμού και δεν απαιτείται εκ νέου γνωμοδότησή τους για όποιες αναμορφώσεις του ακολουθήσουν. (παρ 5 άρθρο 77 Ν. 4172/2013). Υπενθυμίζεται ότι η εκτελεστική επιτροπή, στο πλαίσιο των αρμοδιοτήτων της που αφορούν την προετοιμασία κατάρτισης του προϋπολογισμού, καταθέτει το προσχέδιο αυτού στην οικονομική επιτροπή. Για τη σύνταξη του προσχεδίου, η εκτελεστική επιτροπή συγκεντρώνει και αξιολογεί τυχόν προτάσεις των υπηρεσιών του δήμου, καθώς και της επιτροπής διαβούλευσης, εφόσον αυτή υπάρχει. Εάν το προσχέδιο δεν καταρτιστεί ή δεν υποβληθεί εμπρόθεσμα στην οικονομική επιτροπή, τότε καταρτίζεται από αυτήν. (παρ 5 άρθρο 77 Ν. 4172/2013).</w:t>
      </w:r>
    </w:p>
    <w:p w:rsidR="004F13A1" w:rsidRPr="00381532" w:rsidRDefault="004F13A1" w:rsidP="004F13A1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        Συνεπώς, σύμφωνα με το έγγραφο του ΥΠ.ΕΣ. 28376/18.07.2012, εκτός των ρητά εξαιρουμένων διαδικασιών της διατύπωσης γνώμης από την εκτελεστική επιτροπή και την επιτροπή διαβούλευσης, με το ν. 4172/2013, οι υπόλοιπες ενέργειες αναμόρφωσης του προϋπολογισμού, ακολουθούν την τήρηση του ίδιου τύπου και διαδικασίας με τη ψήφιση του προϋπολογισμού.</w:t>
      </w:r>
    </w:p>
    <w:p w:rsidR="004F13A1" w:rsidRPr="00381532" w:rsidRDefault="004F13A1" w:rsidP="004F13A1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        Επειδή, έχουν προκύψει ανάγκες  οι οποίες δεν είχαν προβλεφθεί στον προϋπολογισμό του Δήμου του τρέχοντος έτους παρίσταται ανάγκη αναμόρφωσης του προϋπολογισμού οικ. έτους 2015. </w:t>
      </w:r>
    </w:p>
    <w:p w:rsidR="004F13A1" w:rsidRPr="00381532" w:rsidRDefault="004F13A1" w:rsidP="004F13A1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     </w:t>
      </w:r>
    </w:p>
    <w:p w:rsidR="004F13A1" w:rsidRPr="00381532" w:rsidRDefault="004F13A1" w:rsidP="004F13A1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 Λαμβάνοντας υπόψη :</w:t>
      </w:r>
    </w:p>
    <w:p w:rsidR="004F13A1" w:rsidRPr="00381532" w:rsidRDefault="004F13A1" w:rsidP="004F13A1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Τις διατάξεις των άρθρων 72 και 75 του Ν. 3852/2010</w:t>
      </w:r>
    </w:p>
    <w:p w:rsidR="004F13A1" w:rsidRPr="00381532" w:rsidRDefault="004F13A1" w:rsidP="004F13A1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Την παρ 5 άρθρο 23 Ν. 3536/07</w:t>
      </w:r>
    </w:p>
    <w:p w:rsidR="004F13A1" w:rsidRPr="00381532" w:rsidRDefault="004F13A1" w:rsidP="004F13A1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Το άρθρο 8 του Β.Δ. 17-5/15-6-59 (ΦΕΚ 114/59 τεύχος Α')</w:t>
      </w:r>
    </w:p>
    <w:p w:rsidR="004F13A1" w:rsidRPr="00381532" w:rsidRDefault="004F13A1" w:rsidP="004F13A1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Το εγγ. ΥΠ.ΕΣ. 28376/18.07.2012</w:t>
      </w:r>
    </w:p>
    <w:p w:rsidR="004F13A1" w:rsidRPr="00381532" w:rsidRDefault="004F13A1" w:rsidP="004F13A1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Το άρθρο 77 Ν. 4172/2013</w:t>
      </w:r>
    </w:p>
    <w:p w:rsidR="004F13A1" w:rsidRPr="00381532" w:rsidRDefault="004F13A1" w:rsidP="004F13A1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Την αριθ. οικ. 29530/25-7-14 (ΦΕΚ Β 2059/29.7.2014) κοινή απόφαση των Υπουργών Οικονομικών και Εσωτερικών «περί Παροχής οδηγιών για την κατάρτιση του προϋπολογισμού των δήμων, οικονομικού έτους 2015 – τροποποίησης της υπ’ αριθμ. 7028/2004 (Β΄ 253) απόφασης» (ΦΕΚ Β 2059/29.7.2014)»</w:t>
      </w:r>
    </w:p>
    <w:p w:rsidR="004F13A1" w:rsidRPr="00381532" w:rsidRDefault="004F13A1" w:rsidP="004F13A1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Τον προϋπολογισμό του Δήμου, έτους 2015, ο οποίος ψηφίστηκε με την  αριθμ. 403/2014 απόφαση  του Δημοτικού Συμβουλίου και εγκρίθηκε με την αριθ. 83245/54653/15-1-15 απόφαση του Γενικού Γραμματέα Αποκεντρωμένης Διοίκησης Αττικής.</w:t>
      </w:r>
    </w:p>
    <w:p w:rsidR="004F13A1" w:rsidRPr="00381532" w:rsidRDefault="004F13A1" w:rsidP="004F13A1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Το αριθ. 8093/6770+ 6605/5518/14.2.2014 έγγραφο της Αποκεντρωμένης Διοίκησης Αττικής.</w:t>
      </w:r>
    </w:p>
    <w:p w:rsidR="004F13A1" w:rsidRPr="00381532" w:rsidRDefault="004F13A1" w:rsidP="004F13A1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Το αριθ. 9678/8134/25.2.2014 έγγραφο της Αποκεντρωμένης Διοίκησης Αττικής.</w:t>
      </w:r>
    </w:p>
    <w:p w:rsidR="004F13A1" w:rsidRPr="00381532" w:rsidRDefault="004F13A1" w:rsidP="004F13A1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lastRenderedPageBreak/>
        <w:t xml:space="preserve">Την </w:t>
      </w:r>
      <w:r w:rsidR="001A1831">
        <w:rPr>
          <w:rFonts w:asciiTheme="minorHAnsi" w:hAnsiTheme="minorHAnsi" w:cstheme="minorHAnsi"/>
          <w:sz w:val="24"/>
          <w:szCs w:val="24"/>
        </w:rPr>
        <w:t>…..</w:t>
      </w:r>
      <w:r w:rsidRPr="00381532">
        <w:rPr>
          <w:rFonts w:asciiTheme="minorHAnsi" w:hAnsiTheme="minorHAnsi" w:cstheme="minorHAnsi"/>
          <w:sz w:val="24"/>
          <w:szCs w:val="24"/>
        </w:rPr>
        <w:t>/15 απόφαση της Οικονομικής Επιτροπής</w:t>
      </w:r>
    </w:p>
    <w:p w:rsidR="004F13A1" w:rsidRPr="00202EC9" w:rsidRDefault="004F13A1" w:rsidP="004F13A1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42BC5" w:rsidRPr="00860ED5" w:rsidRDefault="004F13A1" w:rsidP="00FF453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προτείνεται η έγκριση της </w:t>
      </w:r>
      <w:r>
        <w:rPr>
          <w:rFonts w:asciiTheme="minorHAnsi" w:hAnsiTheme="minorHAnsi" w:cstheme="minorHAnsi"/>
          <w:sz w:val="24"/>
          <w:szCs w:val="24"/>
        </w:rPr>
        <w:t>1</w:t>
      </w:r>
      <w:r w:rsidR="001A1831">
        <w:rPr>
          <w:rFonts w:asciiTheme="minorHAnsi" w:hAnsiTheme="minorHAnsi" w:cstheme="minorHAnsi"/>
          <w:sz w:val="24"/>
          <w:szCs w:val="24"/>
        </w:rPr>
        <w:t>4</w:t>
      </w:r>
      <w:r w:rsidRPr="00381532">
        <w:rPr>
          <w:rFonts w:asciiTheme="minorHAnsi" w:hAnsiTheme="minorHAnsi" w:cstheme="minorHAnsi"/>
          <w:sz w:val="24"/>
          <w:szCs w:val="24"/>
        </w:rPr>
        <w:t xml:space="preserve">ης αναμόρφωσης του προϋπολογισμού </w:t>
      </w:r>
      <w:r>
        <w:rPr>
          <w:rFonts w:asciiTheme="minorHAnsi" w:hAnsiTheme="minorHAnsi" w:cstheme="minorHAnsi"/>
          <w:sz w:val="24"/>
          <w:szCs w:val="24"/>
        </w:rPr>
        <w:t xml:space="preserve">και του Τεχνικού Προγράμματος </w:t>
      </w:r>
      <w:r w:rsidRPr="00381532">
        <w:rPr>
          <w:rFonts w:asciiTheme="minorHAnsi" w:hAnsiTheme="minorHAnsi" w:cstheme="minorHAnsi"/>
          <w:sz w:val="24"/>
          <w:szCs w:val="24"/>
        </w:rPr>
        <w:t>από το Δημοτικό Συμβούλιο ως εξής</w:t>
      </w:r>
      <w:r w:rsidR="00442BC5" w:rsidRPr="00FF4530">
        <w:rPr>
          <w:rFonts w:asciiTheme="minorHAnsi" w:hAnsiTheme="minorHAnsi" w:cstheme="minorHAnsi"/>
          <w:sz w:val="24"/>
          <w:szCs w:val="24"/>
        </w:rPr>
        <w:t>:</w:t>
      </w:r>
    </w:p>
    <w:p w:rsidR="00EE06AF" w:rsidRPr="00B32C5F" w:rsidRDefault="00EE06AF" w:rsidP="00EE06A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Γ</w:t>
      </w:r>
      <w:r w:rsidRPr="00B32C5F">
        <w:rPr>
          <w:rFonts w:asciiTheme="minorHAnsi" w:hAnsiTheme="minorHAnsi" w:cstheme="minorHAnsi"/>
          <w:sz w:val="24"/>
          <w:szCs w:val="24"/>
        </w:rPr>
        <w:t>ια να αντιμετωπιστούν δαπάνες που προκύπτουν από τις σχετικές εισηγήσεις των υπηρεσιών</w:t>
      </w:r>
      <w:r>
        <w:rPr>
          <w:rFonts w:asciiTheme="minorHAnsi" w:hAnsiTheme="minorHAnsi" w:cstheme="minorHAnsi"/>
          <w:sz w:val="24"/>
          <w:szCs w:val="24"/>
        </w:rPr>
        <w:t xml:space="preserve"> ενισχύονται σχετικοί Κ.Α και δημιουργούνται αντίστοιχοι νέοι όπως αναλυτικά περιγράφονται στο σώμα της αναμόρφωσης.</w:t>
      </w:r>
    </w:p>
    <w:p w:rsidR="00EE06AF" w:rsidRDefault="00EE06AF" w:rsidP="00EE06A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F7729">
        <w:rPr>
          <w:rFonts w:asciiTheme="minorHAnsi" w:hAnsiTheme="minorHAnsi" w:cstheme="minorHAnsi"/>
          <w:sz w:val="24"/>
          <w:szCs w:val="24"/>
        </w:rPr>
        <w:t>Αναλυτικά οι λόγοι που δικαιολογούν την αναμόρφωση του προϋπολογισμού έτους 201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BF7729">
        <w:rPr>
          <w:rFonts w:asciiTheme="minorHAnsi" w:hAnsiTheme="minorHAnsi" w:cstheme="minorHAnsi"/>
          <w:sz w:val="24"/>
          <w:szCs w:val="24"/>
        </w:rPr>
        <w:t xml:space="preserve"> αναφέρονται κατωτέρω, βάσει των οποίων το προτεινόμενο σχέδιο αναμόρφωσης έχει ως εξής:</w:t>
      </w:r>
    </w:p>
    <w:tbl>
      <w:tblPr>
        <w:tblW w:w="9152" w:type="dxa"/>
        <w:tblInd w:w="108" w:type="dxa"/>
        <w:tblLayout w:type="fixed"/>
        <w:tblLook w:val="04A0"/>
      </w:tblPr>
      <w:tblGrid>
        <w:gridCol w:w="1285"/>
        <w:gridCol w:w="2401"/>
        <w:gridCol w:w="1134"/>
        <w:gridCol w:w="1256"/>
        <w:gridCol w:w="1154"/>
        <w:gridCol w:w="1922"/>
      </w:tblGrid>
      <w:tr w:rsidR="00EE06AF" w:rsidRPr="00E9327A" w:rsidTr="00CC53CB">
        <w:trPr>
          <w:trHeight w:val="255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E9327A">
              <w:rPr>
                <w:rFonts w:ascii="Calibri" w:hAnsi="Calibri" w:cs="Calibri"/>
                <w:b/>
                <w:bCs/>
                <w:u w:val="single"/>
              </w:rPr>
              <w:t>1. ΣΚΕΛΟΣ ΕΣΟΔΩΝ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</w:tr>
      <w:tr w:rsidR="00EE06AF" w:rsidRPr="00E9327A" w:rsidTr="00CC53CB">
        <w:trPr>
          <w:trHeight w:val="255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-</w:t>
            </w: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</w:tr>
      <w:tr w:rsidR="00EE06AF" w:rsidRPr="00E9327A" w:rsidTr="00CC53CB">
        <w:trPr>
          <w:trHeight w:val="255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E9327A">
              <w:rPr>
                <w:rFonts w:ascii="Calibri" w:hAnsi="Calibri" w:cs="Calibri"/>
                <w:b/>
                <w:bCs/>
                <w:u w:val="single"/>
              </w:rPr>
              <w:t>ΣΚΕΛΟΣ ΕΞΟΔΩΝ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</w:tr>
      <w:tr w:rsidR="00EE06AF" w:rsidRPr="00E9327A" w:rsidTr="00CC53CB">
        <w:trPr>
          <w:trHeight w:val="255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  <w:b/>
                <w:bCs/>
                <w:u w:val="single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</w:tr>
      <w:tr w:rsidR="00EE06AF" w:rsidRPr="00E9327A" w:rsidTr="00CC53CB">
        <w:trPr>
          <w:trHeight w:val="255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Α) Μείωση Πιστώσεων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</w:tr>
      <w:tr w:rsidR="00EE06AF" w:rsidRPr="00E9327A" w:rsidTr="00CC53CB">
        <w:trPr>
          <w:trHeight w:val="255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</w:tr>
      <w:tr w:rsidR="00EE06AF" w:rsidRPr="00E9327A" w:rsidTr="00CC53CB">
        <w:trPr>
          <w:trHeight w:val="510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Κ.Α.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Περιγραφή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ΠΡΟΗΓ. ΠΙΣΤΩΣΗ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 xml:space="preserve">Ποσό 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ΤΕΛΙΚΗ ΠΙΣΤΩΣΗ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ΑΙΤΙΟΛΟΓΙΑ</w:t>
            </w:r>
          </w:p>
        </w:tc>
      </w:tr>
      <w:tr w:rsidR="00EE06AF" w:rsidRPr="00E9327A" w:rsidTr="00CC53CB">
        <w:trPr>
          <w:trHeight w:val="765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30.7331.73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Συντηρήσεις - Επισκευές - βελτιώσεις σχολικών κτιρίων  έτους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150.000,00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46.000,00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104.000,00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Μειώνεται ο Κ.Α. σύμφωνα με το 27/11/2015 έγγραφο της Τεχνικής Υπηρεσίας</w:t>
            </w:r>
          </w:p>
        </w:tc>
      </w:tr>
      <w:tr w:rsidR="00EE06AF" w:rsidRPr="00E9327A" w:rsidTr="00CC53CB">
        <w:trPr>
          <w:trHeight w:val="1020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15.6142.14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Παροχή υπηρεσίας που αφορά την πρόληψη των εξαρτήσεων και της προαγωγής της Ψυχοκοινωνικής Υγείας ("ΑΡΓΩ")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15.000,00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5.000,00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10.000,00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 xml:space="preserve">Μειώνεται ο Κ.Α. </w:t>
            </w:r>
          </w:p>
        </w:tc>
      </w:tr>
      <w:tr w:rsidR="00EE06AF" w:rsidRPr="00E9327A" w:rsidTr="00CC53CB">
        <w:trPr>
          <w:trHeight w:val="510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10.6699.11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 xml:space="preserve">Τροφοδοσία εκλογικών τμημάτων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12.000,00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2.500,00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9.500,00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Μειώνεται ο Κ.Α. λόγω ολοκλήρωσης της δαπάνης</w:t>
            </w:r>
          </w:p>
        </w:tc>
      </w:tr>
      <w:tr w:rsidR="00EE06AF" w:rsidRPr="00E9327A" w:rsidTr="00CC53CB">
        <w:trPr>
          <w:trHeight w:val="255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Σύνολο μείωσης εξόδων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177.000,00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53.500,00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123.500,00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</w:tr>
      <w:tr w:rsidR="00EE06AF" w:rsidRPr="00E9327A" w:rsidTr="00CC53CB">
        <w:trPr>
          <w:trHeight w:val="255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</w:tr>
      <w:tr w:rsidR="00EE06AF" w:rsidRPr="00E9327A" w:rsidTr="00CC53CB">
        <w:trPr>
          <w:trHeight w:val="915"/>
        </w:trPr>
        <w:tc>
          <w:tcPr>
            <w:tcW w:w="91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To ποσό του αποθεματικού από την αναμόρφωση των πιστώσεων στο σκέλος των εσόδων και από την μείωση πιστώσεων στο σκέλος των εσόδων διαμορφώνεται σε 60.546,66 €. Μέσω του αποθεματικού κατανέμεται ποσό για την ενίσχυση πιστώσεων και για την δημιουργία νέων ΚΑ εξόδων  ως εξής:</w:t>
            </w:r>
          </w:p>
        </w:tc>
      </w:tr>
      <w:tr w:rsidR="00EE06AF" w:rsidRPr="00E9327A" w:rsidTr="00CC53CB">
        <w:trPr>
          <w:trHeight w:val="255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</w:tr>
      <w:tr w:rsidR="00EE06AF" w:rsidRPr="00E9327A" w:rsidTr="00CC53CB">
        <w:trPr>
          <w:trHeight w:val="255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E9327A">
              <w:rPr>
                <w:rFonts w:ascii="Calibri" w:hAnsi="Calibri" w:cs="Calibri"/>
                <w:b/>
                <w:bCs/>
                <w:color w:val="000000"/>
              </w:rPr>
              <w:t>Β) Ενίσχυση πιστώσεων από το αποθεματικό κεφάλαιο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</w:tr>
      <w:tr w:rsidR="00EE06AF" w:rsidRPr="00E9327A" w:rsidTr="00CC53CB">
        <w:trPr>
          <w:trHeight w:val="255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</w:tr>
      <w:tr w:rsidR="00EE06AF" w:rsidRPr="00E9327A" w:rsidTr="00CC53CB">
        <w:trPr>
          <w:trHeight w:val="510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Κ.Α.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Περιγραφή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ΠΡΟΗΓ. ΠΙΣΤΩΣΗ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 xml:space="preserve">Ποσό 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ΤΕΛΙΚΗ ΠΙΣΤΩΣΗ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ΑΙΤΙΟΛΟΓΙΑ</w:t>
            </w:r>
          </w:p>
        </w:tc>
      </w:tr>
      <w:tr w:rsidR="00EE06AF" w:rsidRPr="00E9327A" w:rsidTr="00CC53CB">
        <w:trPr>
          <w:trHeight w:val="1020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lastRenderedPageBreak/>
              <w:t>00.6715.08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Επιχορήγηση σε Σχολικές Επιτροπές  Πρωτοβάθμιας &amp; Δευτεροβάθμιας Εκπαίδευσης Δήμου Αγίας Παρασκευής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229.000,00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46.000,00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275.000,00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Ενισχύεται ο Κ.Α για την απόδοση επιχορήγησης στις σχολικές επιτροπές από τον Φόρο Ηλεκτροδοτούμενων Χώρων</w:t>
            </w:r>
          </w:p>
        </w:tc>
      </w:tr>
      <w:tr w:rsidR="00EE06AF" w:rsidRPr="00E9327A" w:rsidTr="00CC53CB">
        <w:trPr>
          <w:trHeight w:val="765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00.6526.09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Χρεολύσιο Δανείου για αγορά οικοπ. έκτασης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3.842,50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0,02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3.842,52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Ενισχύεται ο Κ.Α για την αντιμετώπιση της σχετικής δαπάνης</w:t>
            </w:r>
          </w:p>
        </w:tc>
      </w:tr>
      <w:tr w:rsidR="00EE06AF" w:rsidRPr="00E9327A" w:rsidTr="00CC53CB">
        <w:trPr>
          <w:trHeight w:val="765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00.6526.11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Χρεολύσιο Δανείου για αποζημίωση για έκταση που ρυμοτομήθηκε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442,83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0,03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442,86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Ενισχύεται ο Κ.Α για την αντιμετώπιση της σχετικής δαπάνης</w:t>
            </w:r>
          </w:p>
        </w:tc>
      </w:tr>
      <w:tr w:rsidR="00EE06AF" w:rsidRPr="00E9327A" w:rsidTr="00CC53CB">
        <w:trPr>
          <w:trHeight w:val="765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00.6526.12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Χρεολύσιο Δανείου για αποζημίωση για ρυμοτομία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4.440,43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0,05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4.440,48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Ενισχύεται ο Κ.Α για την αντιμετώπιση της σχετικής δαπάνης</w:t>
            </w:r>
          </w:p>
        </w:tc>
      </w:tr>
      <w:tr w:rsidR="00EE06AF" w:rsidRPr="00E9327A" w:rsidTr="00CC53CB">
        <w:trPr>
          <w:trHeight w:val="765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00.6526.13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Χρεολύσιο Δανείου για εξόφληση ληξιπρόθεσμων οφειλών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11.256,39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0,02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11.256,41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Ενισχύεται ο Κ.Α για την αντιμετώπιση της σχετικής δαπάνης</w:t>
            </w:r>
          </w:p>
        </w:tc>
      </w:tr>
      <w:tr w:rsidR="00EE06AF" w:rsidRPr="00E9327A" w:rsidTr="00CC53CB">
        <w:trPr>
          <w:trHeight w:val="765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00.6526.01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Χρεολύσιο Δανείου για επισκευές, συντηρήσεις, ανακατασκευές, διευρύνσεις πεζοδρομίων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26.496,54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0,04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26.496,58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Ενισχύεται ο Κ.Α για την αντιμετώπιση της σχετικής δαπάνης</w:t>
            </w:r>
          </w:p>
        </w:tc>
      </w:tr>
      <w:tr w:rsidR="00EE06AF" w:rsidRPr="00E9327A" w:rsidTr="00CC53CB">
        <w:trPr>
          <w:trHeight w:val="765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00.6521.09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Τόκοι Δανείου για αγορά οικοπ. έκτασης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466,79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0,05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466,84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Ενισχύεται ο Κ.Α για την αντιμετώπιση της σχετικής δαπάνης</w:t>
            </w:r>
          </w:p>
        </w:tc>
      </w:tr>
      <w:tr w:rsidR="00EE06AF" w:rsidRPr="00E9327A" w:rsidTr="00CC53CB">
        <w:trPr>
          <w:trHeight w:val="765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00.6521.13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Τόκοι Δανείου για εξόφληση ληξιπρόθεσμων οφειλών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9.472,86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0,01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9.472,87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Ενισχύεται ο Κ.Α για την αντιμετώπιση της σχετικής δαπάνης</w:t>
            </w:r>
          </w:p>
        </w:tc>
      </w:tr>
      <w:tr w:rsidR="00EE06AF" w:rsidRPr="00E9327A" w:rsidTr="00CC53CB">
        <w:trPr>
          <w:trHeight w:val="765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00.6521.15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Τόκοι Δανείου για κατασκευή αγωγού ακαθάρτων (Κλεισθένους)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6.052,26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0,05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6.052,31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Ενισχύεται ο Κ.Α για την αντιμετώπιση της σχετικής δαπάνης</w:t>
            </w:r>
          </w:p>
        </w:tc>
      </w:tr>
      <w:tr w:rsidR="00EE06AF" w:rsidRPr="00E9327A" w:rsidTr="00CC53CB">
        <w:trPr>
          <w:trHeight w:val="1020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00.6521.16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Τόκοι Δανείου για επισκευές οδοστρωμάτων και κατασκευή κρασπεδορείθρων και πλακοστρώσεων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5.895,18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0,05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5.895,23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Ενισχύεται ο Κ.Α για την αντιμετώπιση της σχετικής δαπάνης</w:t>
            </w:r>
          </w:p>
        </w:tc>
      </w:tr>
      <w:tr w:rsidR="00EE06AF" w:rsidRPr="00E9327A" w:rsidTr="00CC53CB">
        <w:trPr>
          <w:trHeight w:val="765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00.6521.01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Τόκοι Δανείου για επισκευές, συντηρήσεις, ανακατασκευές, διευρύνσεις πεζοδρομίων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17.890,16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0,02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17.890,18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Ενισχύεται ο Κ.Α για την αντιμετώπιση της σχετικής δαπάνης</w:t>
            </w:r>
          </w:p>
        </w:tc>
      </w:tr>
      <w:tr w:rsidR="00EE06AF" w:rsidRPr="00E9327A" w:rsidTr="00CC53CB">
        <w:trPr>
          <w:trHeight w:val="416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00.6521.03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Τόκοι δανείου για εξόφληση ληξιπρόθεσμων οφειλών (ΑΡ. ΣΥΜΒ 6525/10)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128.386,47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0,02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128.386,49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Ενισχύεται ο Κ.Α για την αντιμετώπιση της σχετικής δαπάνης</w:t>
            </w:r>
          </w:p>
        </w:tc>
      </w:tr>
      <w:tr w:rsidR="00EE06AF" w:rsidRPr="00E9327A" w:rsidTr="00CC53CB">
        <w:trPr>
          <w:trHeight w:val="255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Σύνολο ενίσχυσης εξόδων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443.642,41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46.000,36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489.642,77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</w:tr>
      <w:tr w:rsidR="00EE06AF" w:rsidRPr="00E9327A" w:rsidTr="00CC53CB">
        <w:trPr>
          <w:trHeight w:val="255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</w:tr>
      <w:tr w:rsidR="00EE06AF" w:rsidRPr="00E9327A" w:rsidTr="00CC53CB">
        <w:trPr>
          <w:trHeight w:val="255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Γ) Δημιουργία νέων άρθρων εξόδων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</w:tr>
      <w:tr w:rsidR="00EE06AF" w:rsidRPr="00E9327A" w:rsidTr="00CC53CB">
        <w:trPr>
          <w:trHeight w:val="255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</w:tr>
      <w:tr w:rsidR="00EE06AF" w:rsidRPr="00E9327A" w:rsidTr="00CC53CB">
        <w:trPr>
          <w:trHeight w:val="510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Κ.Α.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Περιγραφή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ΠΡΟΗΓ. ΠΙΣΤΩΣΗ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Ποσό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ΤΕΛΙΚΗ ΠΙΣΤΩΣΗ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ΑΙΤΙΟΛΟΓΙΑ</w:t>
            </w:r>
          </w:p>
        </w:tc>
      </w:tr>
      <w:tr w:rsidR="00EE06AF" w:rsidRPr="00E9327A" w:rsidTr="00CC53CB">
        <w:trPr>
          <w:trHeight w:val="1275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10.6474.15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Συγγραφή και επιμέλεια της ιστορίας της πόλης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5.000,00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5.000,00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Δημιουργείται νέος Κ.Α. σύμφωνα με το από 30/11/15 έγγραφο του γραφείου Δημάρχου. Ο συνολικός προϋπολογισμός της Δαπάνης ανέρχεται στα  15.000,00 €.</w:t>
            </w:r>
          </w:p>
        </w:tc>
      </w:tr>
      <w:tr w:rsidR="00EE06AF" w:rsidRPr="00E9327A" w:rsidTr="00CC53CB">
        <w:trPr>
          <w:trHeight w:val="1275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15.6142.29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Ανάθεση εργασίας για την υποστήριξη της λειτουργίας των Κοινωνικών δομών του Δήμου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1.000,00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1.000,00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Δημιουργείται νέος Κ.Α. για την οργάνωση και λειτουργία του Κοινωνικού Παντοπωλείο και Μαγειρείου και των λοιπών Κοινωνικών δομών του Δήμου</w:t>
            </w:r>
          </w:p>
        </w:tc>
      </w:tr>
      <w:tr w:rsidR="00EE06AF" w:rsidRPr="00E9327A" w:rsidTr="00CC53CB">
        <w:trPr>
          <w:trHeight w:val="255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 </w:t>
            </w:r>
          </w:p>
        </w:tc>
      </w:tr>
      <w:tr w:rsidR="00EE06AF" w:rsidRPr="00E9327A" w:rsidTr="00CC53CB">
        <w:trPr>
          <w:trHeight w:val="255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Σύνολο νέων άρθρων εξόδων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6.000,00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6.000,00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 </w:t>
            </w:r>
          </w:p>
        </w:tc>
      </w:tr>
      <w:tr w:rsidR="00EE06AF" w:rsidRPr="00E9327A" w:rsidTr="00CC53CB">
        <w:trPr>
          <w:trHeight w:val="255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</w:tr>
      <w:tr w:rsidR="00EE06AF" w:rsidRPr="00E9327A" w:rsidTr="00CC53CB">
        <w:trPr>
          <w:trHeight w:val="255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ΑΝΑΚΕΦΑΛΑΙΩΣΗ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</w:tr>
      <w:tr w:rsidR="00EE06AF" w:rsidRPr="00E9327A" w:rsidTr="00CC53CB">
        <w:trPr>
          <w:trHeight w:val="315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Υπάρχον Αποθεματικό Κεφάλαιο :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7.046,66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</w:tr>
      <w:tr w:rsidR="00EE06AF" w:rsidRPr="00E9327A" w:rsidTr="00CC53CB">
        <w:trPr>
          <w:trHeight w:val="255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</w:tr>
      <w:tr w:rsidR="00EE06AF" w:rsidRPr="00E9327A" w:rsidTr="00CC53CB">
        <w:trPr>
          <w:trHeight w:val="255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Ενίσχυση Αποθεματικού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</w:tr>
      <w:tr w:rsidR="00EE06AF" w:rsidRPr="00E9327A" w:rsidTr="00CC53CB">
        <w:trPr>
          <w:trHeight w:val="255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3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α) Λόγω αύξησης σκέλους εσόδων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</w:tr>
      <w:tr w:rsidR="00EE06AF" w:rsidRPr="00E9327A" w:rsidTr="00CC53CB">
        <w:trPr>
          <w:trHeight w:val="255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3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β) Από υπάρχουσες πιστώσεις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53.500,00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</w:tr>
      <w:tr w:rsidR="00EE06AF" w:rsidRPr="00E9327A" w:rsidTr="00CC53CB">
        <w:trPr>
          <w:trHeight w:val="255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Σύνολο Ενίσχυσης :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53.500,00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</w:tr>
      <w:tr w:rsidR="00EE06AF" w:rsidRPr="00E9327A" w:rsidTr="00CC53CB">
        <w:trPr>
          <w:trHeight w:val="255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</w:tr>
      <w:tr w:rsidR="00EE06AF" w:rsidRPr="00E9327A" w:rsidTr="00CC53CB">
        <w:trPr>
          <w:trHeight w:val="255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3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Διαμορφωθέν Αποθεματικό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60.546,66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</w:tr>
      <w:tr w:rsidR="00EE06AF" w:rsidRPr="00E9327A" w:rsidTr="00CC53CB">
        <w:trPr>
          <w:trHeight w:val="255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</w:tr>
      <w:tr w:rsidR="00EE06AF" w:rsidRPr="00E9327A" w:rsidTr="00CC53CB">
        <w:trPr>
          <w:trHeight w:val="255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 xml:space="preserve">Μείωση αποθεματικού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</w:tr>
      <w:tr w:rsidR="00EE06AF" w:rsidRPr="00E9327A" w:rsidTr="00CC53CB">
        <w:trPr>
          <w:trHeight w:val="255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3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α) Για δημιουργία νέων κωδικών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6.000,00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</w:tr>
      <w:tr w:rsidR="00EE06AF" w:rsidRPr="00E9327A" w:rsidTr="00CC53CB">
        <w:trPr>
          <w:trHeight w:val="255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3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β) Για ενίσχυση πιστώσεων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46.000,36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</w:tr>
      <w:tr w:rsidR="00EE06AF" w:rsidRPr="00E9327A" w:rsidTr="00CC53CB">
        <w:trPr>
          <w:trHeight w:val="255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3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γ) Από μείωση σκέλους εσόδων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</w:rPr>
            </w:pPr>
            <w:r w:rsidRPr="00E9327A">
              <w:rPr>
                <w:rFonts w:ascii="Calibri" w:hAnsi="Calibri" w:cs="Calibri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</w:tr>
      <w:tr w:rsidR="00EE06AF" w:rsidRPr="00E9327A" w:rsidTr="00CC53CB">
        <w:trPr>
          <w:trHeight w:val="255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Σύνολο Μείωσης :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52.000,36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</w:tr>
      <w:tr w:rsidR="00EE06AF" w:rsidRPr="00E9327A" w:rsidTr="00CC53CB">
        <w:trPr>
          <w:trHeight w:val="255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3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</w:tr>
      <w:tr w:rsidR="00EE06AF" w:rsidRPr="00E9327A" w:rsidTr="00CC53CB">
        <w:trPr>
          <w:trHeight w:val="255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ΝΕΟ ΑΠΟΘΕΜΑΤΙΚΟ ΚΕΦΑΛΑΙΟ :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E9327A">
              <w:rPr>
                <w:rFonts w:ascii="Calibri" w:hAnsi="Calibri" w:cs="Calibri"/>
                <w:b/>
                <w:bCs/>
              </w:rPr>
              <w:t>8.546,30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6AF" w:rsidRPr="00E9327A" w:rsidRDefault="00EE06AF" w:rsidP="00CC53CB">
            <w:pPr>
              <w:rPr>
                <w:rFonts w:ascii="Calibri" w:hAnsi="Calibri" w:cs="Calibri"/>
              </w:rPr>
            </w:pPr>
          </w:p>
        </w:tc>
      </w:tr>
    </w:tbl>
    <w:p w:rsidR="00B5123E" w:rsidRPr="00D75588" w:rsidRDefault="00B5123E" w:rsidP="00AC786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pPr w:leftFromText="180" w:rightFromText="180" w:vertAnchor="text" w:horzAnchor="margin" w:tblpXSpec="center" w:tblpY="94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1418"/>
        <w:gridCol w:w="1502"/>
        <w:gridCol w:w="2183"/>
        <w:gridCol w:w="2410"/>
      </w:tblGrid>
      <w:tr w:rsidR="00416374" w:rsidRPr="00D17C1F" w:rsidTr="00146AF6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ΕΙΣΗΓΗΤΗΣ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ΤΜΗΜΑΤΑΡΧΗΣ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ΔΙΕΥΘΥΝΤΗΣ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BD6966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Ο</w:t>
            </w:r>
            <w:r w:rsidR="00416374" w:rsidRPr="00D17C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ΑΝΤΙΔΗΜΑΡΧΟΣ ΟΙΚΟΝΟΜΙΚΩΝ ΥΠΗΡΕΣΙΩΝ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F777EA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Ο ΓΕΝΙΚΟΣ</w:t>
            </w:r>
            <w:r w:rsidR="00416374" w:rsidRPr="00D17C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ΓΡΑΜΜΑΤΕΑΣ</w:t>
            </w:r>
          </w:p>
        </w:tc>
      </w:tr>
      <w:tr w:rsidR="00416374" w:rsidRPr="00D17C1F" w:rsidTr="00146AF6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F96E0A" w:rsidRPr="00D17C1F" w:rsidRDefault="00F96E0A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</w:tr>
      <w:tr w:rsidR="00416374" w:rsidRPr="00D17C1F" w:rsidTr="00146AF6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</w:tr>
      <w:tr w:rsidR="00416374" w:rsidRPr="00D17C1F" w:rsidTr="00F96E0A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6374" w:rsidRPr="00D17C1F" w:rsidRDefault="00146AF6" w:rsidP="00F96E0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ΣΠΥΡΙΔΩΝ</w:t>
            </w:r>
            <w:r w:rsidR="0098234E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r w:rsidR="0098234E">
              <w:rPr>
                <w:rFonts w:ascii="Calibri" w:hAnsi="Calibri" w:cs="Calibri"/>
                <w:sz w:val="16"/>
                <w:szCs w:val="16"/>
              </w:rPr>
              <w:t>Τ.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ΠΑΠΑΓΕΩΡΓΙΟΥ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416374" w:rsidRPr="00D17C1F" w:rsidRDefault="00F96E0A" w:rsidP="00F96E0A">
            <w:pPr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ΣΤΕΦΑΝΟΣ ΚΑΣΑΠΙΔΗΣ</w:t>
            </w:r>
          </w:p>
        </w:tc>
      </w:tr>
      <w:tr w:rsidR="000E7942" w:rsidTr="00146AF6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E7942" w:rsidRDefault="000E7942" w:rsidP="000E794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Ο ΔΗΜΑΡΧΟΣ</w:t>
            </w:r>
          </w:p>
        </w:tc>
      </w:tr>
      <w:tr w:rsidR="000E7942" w:rsidTr="006F55B6">
        <w:trPr>
          <w:trHeight w:val="755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E7942" w:rsidRPr="00F777EA" w:rsidRDefault="000E7942" w:rsidP="000E7942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:rsidR="000E7942" w:rsidRPr="00F777EA" w:rsidRDefault="000E7942" w:rsidP="000E7942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:rsidR="000E7942" w:rsidRPr="00F777EA" w:rsidRDefault="000E7942" w:rsidP="000E7942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:rsidR="000E7942" w:rsidRPr="00F777EA" w:rsidRDefault="00146AF6" w:rsidP="00146AF6">
            <w:pPr>
              <w:rPr>
                <w:rFonts w:ascii="Calibri" w:hAnsi="Calibri" w:cs="Calibri"/>
                <w:sz w:val="18"/>
                <w:szCs w:val="18"/>
              </w:rPr>
            </w:pPr>
            <w:r w:rsidRPr="00F777EA">
              <w:rPr>
                <w:rFonts w:ascii="Calibri" w:hAnsi="Calibri" w:cs="Calibri"/>
                <w:sz w:val="18"/>
                <w:szCs w:val="18"/>
              </w:rPr>
              <w:t xml:space="preserve">ΙΩΑΝΝΗΣ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Ε . </w:t>
            </w:r>
            <w:r w:rsidR="007F7789" w:rsidRPr="00F777EA">
              <w:rPr>
                <w:rFonts w:ascii="Calibri" w:hAnsi="Calibri" w:cs="Calibri"/>
                <w:sz w:val="18"/>
                <w:szCs w:val="18"/>
              </w:rPr>
              <w:t>ΣΤΑΘΟΠΟΥΛΟΣ</w:t>
            </w:r>
          </w:p>
        </w:tc>
      </w:tr>
    </w:tbl>
    <w:p w:rsidR="00416374" w:rsidRPr="00153B17" w:rsidRDefault="00416374" w:rsidP="00153B17">
      <w:pPr>
        <w:spacing w:line="360" w:lineRule="auto"/>
        <w:jc w:val="both"/>
        <w:rPr>
          <w:rFonts w:ascii="Arial" w:hAnsi="Arial" w:cs="Arial"/>
        </w:rPr>
      </w:pPr>
    </w:p>
    <w:sectPr w:rsidR="00416374" w:rsidRPr="00153B17" w:rsidSect="00146AF6">
      <w:headerReference w:type="even" r:id="rId10"/>
      <w:footerReference w:type="default" r:id="rId11"/>
      <w:type w:val="nextColumn"/>
      <w:pgSz w:w="11907" w:h="16840" w:code="9"/>
      <w:pgMar w:top="709" w:right="1418" w:bottom="709" w:left="1418" w:header="720" w:footer="2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BB6" w:rsidRDefault="00342BB6">
      <w:r>
        <w:separator/>
      </w:r>
    </w:p>
  </w:endnote>
  <w:endnote w:type="continuationSeparator" w:id="0">
    <w:p w:rsidR="00342BB6" w:rsidRDefault="00342B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92663"/>
      <w:docPartObj>
        <w:docPartGallery w:val="Page Numbers (Bottom of Page)"/>
        <w:docPartUnique/>
      </w:docPartObj>
    </w:sdtPr>
    <w:sdtContent>
      <w:p w:rsidR="00342BB6" w:rsidRDefault="003A3C00">
        <w:pPr>
          <w:pStyle w:val="a9"/>
          <w:jc w:val="center"/>
        </w:pPr>
        <w:fldSimple w:instr=" PAGE   \* MERGEFORMAT ">
          <w:r w:rsidR="00641F83">
            <w:rPr>
              <w:noProof/>
            </w:rPr>
            <w:t>4</w:t>
          </w:r>
        </w:fldSimple>
      </w:p>
    </w:sdtContent>
  </w:sdt>
  <w:p w:rsidR="00342BB6" w:rsidRDefault="00342BB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BB6" w:rsidRDefault="00342BB6">
      <w:r>
        <w:separator/>
      </w:r>
    </w:p>
  </w:footnote>
  <w:footnote w:type="continuationSeparator" w:id="0">
    <w:p w:rsidR="00342BB6" w:rsidRDefault="00342B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BB6" w:rsidRDefault="003A3C0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42BB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42BB6" w:rsidRDefault="00342BB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7C5C"/>
    <w:multiLevelType w:val="hybridMultilevel"/>
    <w:tmpl w:val="A2202BC8"/>
    <w:lvl w:ilvl="0" w:tplc="0408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19693F"/>
    <w:multiLevelType w:val="hybridMultilevel"/>
    <w:tmpl w:val="2976F748"/>
    <w:lvl w:ilvl="0" w:tplc="45AC288A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">
    <w:nsid w:val="1E374CFF"/>
    <w:multiLevelType w:val="multilevel"/>
    <w:tmpl w:val="2DE63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513D00"/>
    <w:multiLevelType w:val="hybridMultilevel"/>
    <w:tmpl w:val="CD524FBE"/>
    <w:lvl w:ilvl="0" w:tplc="56F0BA38">
      <w:numFmt w:val="bullet"/>
      <w:lvlText w:val="-"/>
      <w:lvlJc w:val="left"/>
      <w:pPr>
        <w:tabs>
          <w:tab w:val="num" w:pos="360"/>
        </w:tabs>
        <w:ind w:left="397" w:hanging="397"/>
      </w:pPr>
      <w:rPr>
        <w:rFonts w:ascii="Arial" w:hAnsi="Arial" w:hint="default"/>
        <w:b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88465E"/>
    <w:multiLevelType w:val="hybridMultilevel"/>
    <w:tmpl w:val="84FC3F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1564C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71A4107"/>
    <w:multiLevelType w:val="hybridMultilevel"/>
    <w:tmpl w:val="E1CE36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A043C"/>
    <w:multiLevelType w:val="hybridMultilevel"/>
    <w:tmpl w:val="60C604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912825"/>
    <w:multiLevelType w:val="hybridMultilevel"/>
    <w:tmpl w:val="092AE3F0"/>
    <w:lvl w:ilvl="0" w:tplc="7CCAB1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B04450"/>
    <w:multiLevelType w:val="hybridMultilevel"/>
    <w:tmpl w:val="148C7D60"/>
    <w:lvl w:ilvl="0" w:tplc="784672D8">
      <w:start w:val="1"/>
      <w:numFmt w:val="decimal"/>
      <w:lvlText w:val="%1)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0">
    <w:nsid w:val="3CFB3C29"/>
    <w:multiLevelType w:val="hybridMultilevel"/>
    <w:tmpl w:val="574A3D44"/>
    <w:lvl w:ilvl="0" w:tplc="9AECE0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6D7036"/>
    <w:multiLevelType w:val="hybridMultilevel"/>
    <w:tmpl w:val="F1700112"/>
    <w:lvl w:ilvl="0" w:tplc="7FCC3E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2A2026"/>
    <w:multiLevelType w:val="hybridMultilevel"/>
    <w:tmpl w:val="2AB26970"/>
    <w:lvl w:ilvl="0" w:tplc="1786BC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35384E"/>
    <w:multiLevelType w:val="hybridMultilevel"/>
    <w:tmpl w:val="24FE7C88"/>
    <w:lvl w:ilvl="0" w:tplc="BC9E74FA">
      <w:start w:val="1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0EB4857"/>
    <w:multiLevelType w:val="hybridMultilevel"/>
    <w:tmpl w:val="1146162A"/>
    <w:lvl w:ilvl="0" w:tplc="F00A6688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EE27454"/>
    <w:multiLevelType w:val="hybridMultilevel"/>
    <w:tmpl w:val="6E5E97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5"/>
  </w:num>
  <w:num w:numId="8">
    <w:abstractNumId w:val="2"/>
  </w:num>
  <w:num w:numId="9">
    <w:abstractNumId w:val="8"/>
  </w:num>
  <w:num w:numId="10">
    <w:abstractNumId w:val="11"/>
  </w:num>
  <w:num w:numId="11">
    <w:abstractNumId w:val="7"/>
  </w:num>
  <w:num w:numId="12">
    <w:abstractNumId w:val="4"/>
  </w:num>
  <w:num w:numId="13">
    <w:abstractNumId w:val="1"/>
  </w:num>
  <w:num w:numId="14">
    <w:abstractNumId w:val="10"/>
  </w:num>
  <w:num w:numId="15">
    <w:abstractNumId w:val="0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/>
  <w:rsids>
    <w:rsidRoot w:val="00FF7759"/>
    <w:rsid w:val="00001B57"/>
    <w:rsid w:val="0000220A"/>
    <w:rsid w:val="000023F5"/>
    <w:rsid w:val="00002560"/>
    <w:rsid w:val="000033F6"/>
    <w:rsid w:val="00004597"/>
    <w:rsid w:val="000052FC"/>
    <w:rsid w:val="00005DE6"/>
    <w:rsid w:val="0001048A"/>
    <w:rsid w:val="00011B32"/>
    <w:rsid w:val="000128AF"/>
    <w:rsid w:val="000134A5"/>
    <w:rsid w:val="00013633"/>
    <w:rsid w:val="00013996"/>
    <w:rsid w:val="00013FC0"/>
    <w:rsid w:val="000144AE"/>
    <w:rsid w:val="0001492B"/>
    <w:rsid w:val="00014E7B"/>
    <w:rsid w:val="000154DB"/>
    <w:rsid w:val="00024E51"/>
    <w:rsid w:val="00027E7F"/>
    <w:rsid w:val="00031119"/>
    <w:rsid w:val="0003262A"/>
    <w:rsid w:val="00034105"/>
    <w:rsid w:val="00034E89"/>
    <w:rsid w:val="000469B9"/>
    <w:rsid w:val="00053593"/>
    <w:rsid w:val="00054BF6"/>
    <w:rsid w:val="00055907"/>
    <w:rsid w:val="00056F08"/>
    <w:rsid w:val="0006025B"/>
    <w:rsid w:val="0006058B"/>
    <w:rsid w:val="00060DC2"/>
    <w:rsid w:val="000621B8"/>
    <w:rsid w:val="0006258D"/>
    <w:rsid w:val="0006416E"/>
    <w:rsid w:val="000641BC"/>
    <w:rsid w:val="00065161"/>
    <w:rsid w:val="00065441"/>
    <w:rsid w:val="0006627A"/>
    <w:rsid w:val="000672F1"/>
    <w:rsid w:val="00067C81"/>
    <w:rsid w:val="0007144F"/>
    <w:rsid w:val="00074C40"/>
    <w:rsid w:val="00074D6F"/>
    <w:rsid w:val="00075116"/>
    <w:rsid w:val="00080C83"/>
    <w:rsid w:val="00081034"/>
    <w:rsid w:val="000831AD"/>
    <w:rsid w:val="00083FC7"/>
    <w:rsid w:val="0008627F"/>
    <w:rsid w:val="00087423"/>
    <w:rsid w:val="00093CD4"/>
    <w:rsid w:val="00096EB8"/>
    <w:rsid w:val="000977D8"/>
    <w:rsid w:val="000A1B64"/>
    <w:rsid w:val="000A3A3F"/>
    <w:rsid w:val="000A5F96"/>
    <w:rsid w:val="000B04AA"/>
    <w:rsid w:val="000B1D27"/>
    <w:rsid w:val="000B3466"/>
    <w:rsid w:val="000B53D6"/>
    <w:rsid w:val="000C0FFF"/>
    <w:rsid w:val="000C1C2F"/>
    <w:rsid w:val="000C256D"/>
    <w:rsid w:val="000D25E1"/>
    <w:rsid w:val="000D38CC"/>
    <w:rsid w:val="000D448E"/>
    <w:rsid w:val="000D6842"/>
    <w:rsid w:val="000D7CC5"/>
    <w:rsid w:val="000D7F23"/>
    <w:rsid w:val="000E0862"/>
    <w:rsid w:val="000E3DB9"/>
    <w:rsid w:val="000E4A24"/>
    <w:rsid w:val="000E4A72"/>
    <w:rsid w:val="000E4DF8"/>
    <w:rsid w:val="000E5CBA"/>
    <w:rsid w:val="000E7942"/>
    <w:rsid w:val="000F183E"/>
    <w:rsid w:val="000F1B4A"/>
    <w:rsid w:val="000F2D90"/>
    <w:rsid w:val="000F5C85"/>
    <w:rsid w:val="000F66B1"/>
    <w:rsid w:val="000F713E"/>
    <w:rsid w:val="00102D71"/>
    <w:rsid w:val="00102DEA"/>
    <w:rsid w:val="00107BC7"/>
    <w:rsid w:val="001110DA"/>
    <w:rsid w:val="001154BC"/>
    <w:rsid w:val="00115FC9"/>
    <w:rsid w:val="0012035A"/>
    <w:rsid w:val="00120F29"/>
    <w:rsid w:val="00123601"/>
    <w:rsid w:val="001237D6"/>
    <w:rsid w:val="00124535"/>
    <w:rsid w:val="00125275"/>
    <w:rsid w:val="00130F07"/>
    <w:rsid w:val="00136568"/>
    <w:rsid w:val="00136F7A"/>
    <w:rsid w:val="0014089F"/>
    <w:rsid w:val="001432DD"/>
    <w:rsid w:val="00146AF6"/>
    <w:rsid w:val="00150A41"/>
    <w:rsid w:val="001517BD"/>
    <w:rsid w:val="00153B17"/>
    <w:rsid w:val="00153E60"/>
    <w:rsid w:val="00154B7C"/>
    <w:rsid w:val="00155469"/>
    <w:rsid w:val="00157615"/>
    <w:rsid w:val="00160C9F"/>
    <w:rsid w:val="00160E0E"/>
    <w:rsid w:val="0016293B"/>
    <w:rsid w:val="001631C3"/>
    <w:rsid w:val="00163972"/>
    <w:rsid w:val="00163BAE"/>
    <w:rsid w:val="00163BC7"/>
    <w:rsid w:val="00166365"/>
    <w:rsid w:val="00170077"/>
    <w:rsid w:val="00171AA5"/>
    <w:rsid w:val="00172163"/>
    <w:rsid w:val="0017564A"/>
    <w:rsid w:val="00175982"/>
    <w:rsid w:val="00175D9D"/>
    <w:rsid w:val="00175FCB"/>
    <w:rsid w:val="001762DB"/>
    <w:rsid w:val="00176AA3"/>
    <w:rsid w:val="001771CB"/>
    <w:rsid w:val="00180051"/>
    <w:rsid w:val="00184116"/>
    <w:rsid w:val="00185FDB"/>
    <w:rsid w:val="00186B88"/>
    <w:rsid w:val="0019033E"/>
    <w:rsid w:val="0019068A"/>
    <w:rsid w:val="00191415"/>
    <w:rsid w:val="00191750"/>
    <w:rsid w:val="00191906"/>
    <w:rsid w:val="00192FE9"/>
    <w:rsid w:val="00194224"/>
    <w:rsid w:val="001955FD"/>
    <w:rsid w:val="001A1831"/>
    <w:rsid w:val="001A3965"/>
    <w:rsid w:val="001A418A"/>
    <w:rsid w:val="001A4673"/>
    <w:rsid w:val="001A4973"/>
    <w:rsid w:val="001A65E7"/>
    <w:rsid w:val="001B2C89"/>
    <w:rsid w:val="001B49E0"/>
    <w:rsid w:val="001B62E2"/>
    <w:rsid w:val="001C34CF"/>
    <w:rsid w:val="001C3596"/>
    <w:rsid w:val="001C780D"/>
    <w:rsid w:val="001C7A1F"/>
    <w:rsid w:val="001D0245"/>
    <w:rsid w:val="001D3C87"/>
    <w:rsid w:val="001D4B79"/>
    <w:rsid w:val="001D4F77"/>
    <w:rsid w:val="001D58DF"/>
    <w:rsid w:val="001D6D33"/>
    <w:rsid w:val="001E0EB0"/>
    <w:rsid w:val="001E3CBF"/>
    <w:rsid w:val="001E47D7"/>
    <w:rsid w:val="001E5076"/>
    <w:rsid w:val="001E6ABD"/>
    <w:rsid w:val="001E7209"/>
    <w:rsid w:val="001E7F08"/>
    <w:rsid w:val="001F0ADB"/>
    <w:rsid w:val="001F50B5"/>
    <w:rsid w:val="001F71B3"/>
    <w:rsid w:val="001F7D9E"/>
    <w:rsid w:val="002004D2"/>
    <w:rsid w:val="00201299"/>
    <w:rsid w:val="00201BE2"/>
    <w:rsid w:val="00203692"/>
    <w:rsid w:val="00206680"/>
    <w:rsid w:val="00206793"/>
    <w:rsid w:val="00207011"/>
    <w:rsid w:val="0021379B"/>
    <w:rsid w:val="00217BB7"/>
    <w:rsid w:val="00217D21"/>
    <w:rsid w:val="00220029"/>
    <w:rsid w:val="002206CE"/>
    <w:rsid w:val="00220FEA"/>
    <w:rsid w:val="00221E35"/>
    <w:rsid w:val="00223601"/>
    <w:rsid w:val="002254C4"/>
    <w:rsid w:val="00226043"/>
    <w:rsid w:val="002274D9"/>
    <w:rsid w:val="0023042C"/>
    <w:rsid w:val="00231311"/>
    <w:rsid w:val="002321BF"/>
    <w:rsid w:val="0023519C"/>
    <w:rsid w:val="00235DEF"/>
    <w:rsid w:val="00236064"/>
    <w:rsid w:val="00240EDB"/>
    <w:rsid w:val="002441D8"/>
    <w:rsid w:val="002467B5"/>
    <w:rsid w:val="00254453"/>
    <w:rsid w:val="002608C4"/>
    <w:rsid w:val="00260B75"/>
    <w:rsid w:val="00260F32"/>
    <w:rsid w:val="002626A4"/>
    <w:rsid w:val="0026334B"/>
    <w:rsid w:val="00264C4E"/>
    <w:rsid w:val="00266017"/>
    <w:rsid w:val="0026616A"/>
    <w:rsid w:val="00266418"/>
    <w:rsid w:val="002726B2"/>
    <w:rsid w:val="00272A85"/>
    <w:rsid w:val="00272DB5"/>
    <w:rsid w:val="0028183D"/>
    <w:rsid w:val="00281B96"/>
    <w:rsid w:val="00281C9C"/>
    <w:rsid w:val="00282615"/>
    <w:rsid w:val="00283794"/>
    <w:rsid w:val="00284F27"/>
    <w:rsid w:val="00290433"/>
    <w:rsid w:val="002911A6"/>
    <w:rsid w:val="00291782"/>
    <w:rsid w:val="002917DC"/>
    <w:rsid w:val="00291F17"/>
    <w:rsid w:val="00294878"/>
    <w:rsid w:val="0029523C"/>
    <w:rsid w:val="00296824"/>
    <w:rsid w:val="00297119"/>
    <w:rsid w:val="0029759F"/>
    <w:rsid w:val="00297ACC"/>
    <w:rsid w:val="002A1AFC"/>
    <w:rsid w:val="002A3A32"/>
    <w:rsid w:val="002A4A65"/>
    <w:rsid w:val="002A5555"/>
    <w:rsid w:val="002A66A4"/>
    <w:rsid w:val="002A76EE"/>
    <w:rsid w:val="002A7861"/>
    <w:rsid w:val="002B02CF"/>
    <w:rsid w:val="002B1A78"/>
    <w:rsid w:val="002B45ED"/>
    <w:rsid w:val="002C05B6"/>
    <w:rsid w:val="002C1B60"/>
    <w:rsid w:val="002C3DCF"/>
    <w:rsid w:val="002C4CBF"/>
    <w:rsid w:val="002C616D"/>
    <w:rsid w:val="002C7A46"/>
    <w:rsid w:val="002D005F"/>
    <w:rsid w:val="002D0886"/>
    <w:rsid w:val="002D156C"/>
    <w:rsid w:val="002D1FDE"/>
    <w:rsid w:val="002D4FFC"/>
    <w:rsid w:val="002D6918"/>
    <w:rsid w:val="002E0A53"/>
    <w:rsid w:val="002E193A"/>
    <w:rsid w:val="002E25F5"/>
    <w:rsid w:val="002E3412"/>
    <w:rsid w:val="002E4010"/>
    <w:rsid w:val="002E5A5E"/>
    <w:rsid w:val="002F0AE1"/>
    <w:rsid w:val="002F5C7A"/>
    <w:rsid w:val="002F66A6"/>
    <w:rsid w:val="00301608"/>
    <w:rsid w:val="003025DC"/>
    <w:rsid w:val="00303280"/>
    <w:rsid w:val="003038DA"/>
    <w:rsid w:val="00303A72"/>
    <w:rsid w:val="00306745"/>
    <w:rsid w:val="00306C6D"/>
    <w:rsid w:val="00306F06"/>
    <w:rsid w:val="00307067"/>
    <w:rsid w:val="0031062B"/>
    <w:rsid w:val="003112D8"/>
    <w:rsid w:val="00313BF6"/>
    <w:rsid w:val="003151D0"/>
    <w:rsid w:val="00315474"/>
    <w:rsid w:val="0031612C"/>
    <w:rsid w:val="003165B6"/>
    <w:rsid w:val="00317BB5"/>
    <w:rsid w:val="00320436"/>
    <w:rsid w:val="00325BBD"/>
    <w:rsid w:val="00325DF6"/>
    <w:rsid w:val="0032762A"/>
    <w:rsid w:val="00331DF1"/>
    <w:rsid w:val="00340AC1"/>
    <w:rsid w:val="00342BB6"/>
    <w:rsid w:val="00342EF1"/>
    <w:rsid w:val="003451FA"/>
    <w:rsid w:val="003460B1"/>
    <w:rsid w:val="00347D09"/>
    <w:rsid w:val="00351335"/>
    <w:rsid w:val="0035265F"/>
    <w:rsid w:val="003529E7"/>
    <w:rsid w:val="00354655"/>
    <w:rsid w:val="0035738D"/>
    <w:rsid w:val="00357BFB"/>
    <w:rsid w:val="00362DE4"/>
    <w:rsid w:val="0036309D"/>
    <w:rsid w:val="0036575D"/>
    <w:rsid w:val="00365961"/>
    <w:rsid w:val="00365C2E"/>
    <w:rsid w:val="00365F9A"/>
    <w:rsid w:val="00366D9B"/>
    <w:rsid w:val="00373770"/>
    <w:rsid w:val="003742ED"/>
    <w:rsid w:val="0037620C"/>
    <w:rsid w:val="003763AD"/>
    <w:rsid w:val="0037653C"/>
    <w:rsid w:val="00381F86"/>
    <w:rsid w:val="003838B9"/>
    <w:rsid w:val="00383972"/>
    <w:rsid w:val="0038493E"/>
    <w:rsid w:val="00387437"/>
    <w:rsid w:val="00395DDB"/>
    <w:rsid w:val="003A3647"/>
    <w:rsid w:val="003A3C00"/>
    <w:rsid w:val="003A57BA"/>
    <w:rsid w:val="003B0950"/>
    <w:rsid w:val="003B1B6C"/>
    <w:rsid w:val="003B1D2F"/>
    <w:rsid w:val="003B31E3"/>
    <w:rsid w:val="003B3698"/>
    <w:rsid w:val="003B3CF7"/>
    <w:rsid w:val="003B62DC"/>
    <w:rsid w:val="003C14FC"/>
    <w:rsid w:val="003C2809"/>
    <w:rsid w:val="003C35E2"/>
    <w:rsid w:val="003C382F"/>
    <w:rsid w:val="003C38A5"/>
    <w:rsid w:val="003C3F74"/>
    <w:rsid w:val="003D2612"/>
    <w:rsid w:val="003D3178"/>
    <w:rsid w:val="003D534F"/>
    <w:rsid w:val="003D6A5B"/>
    <w:rsid w:val="003D72DE"/>
    <w:rsid w:val="003E0A18"/>
    <w:rsid w:val="003E357E"/>
    <w:rsid w:val="003E6CB2"/>
    <w:rsid w:val="003F7546"/>
    <w:rsid w:val="00402236"/>
    <w:rsid w:val="00415007"/>
    <w:rsid w:val="00415421"/>
    <w:rsid w:val="00416374"/>
    <w:rsid w:val="004168A7"/>
    <w:rsid w:val="0041720A"/>
    <w:rsid w:val="00420DC8"/>
    <w:rsid w:val="004216E6"/>
    <w:rsid w:val="00421900"/>
    <w:rsid w:val="00422125"/>
    <w:rsid w:val="004261A5"/>
    <w:rsid w:val="0043002B"/>
    <w:rsid w:val="004330AA"/>
    <w:rsid w:val="00435B23"/>
    <w:rsid w:val="00436C76"/>
    <w:rsid w:val="004375B0"/>
    <w:rsid w:val="00442BC5"/>
    <w:rsid w:val="00442DC1"/>
    <w:rsid w:val="00444D9F"/>
    <w:rsid w:val="00446782"/>
    <w:rsid w:val="00446D51"/>
    <w:rsid w:val="00446F82"/>
    <w:rsid w:val="00450354"/>
    <w:rsid w:val="00453CC9"/>
    <w:rsid w:val="00454B3E"/>
    <w:rsid w:val="0045713A"/>
    <w:rsid w:val="00457905"/>
    <w:rsid w:val="004613AD"/>
    <w:rsid w:val="00461AEA"/>
    <w:rsid w:val="00464AA5"/>
    <w:rsid w:val="00464FCC"/>
    <w:rsid w:val="00465CC6"/>
    <w:rsid w:val="00466065"/>
    <w:rsid w:val="00466AE4"/>
    <w:rsid w:val="00470AB6"/>
    <w:rsid w:val="00475B7C"/>
    <w:rsid w:val="00476A71"/>
    <w:rsid w:val="00477BE0"/>
    <w:rsid w:val="0048211A"/>
    <w:rsid w:val="00482517"/>
    <w:rsid w:val="004828F9"/>
    <w:rsid w:val="00483F13"/>
    <w:rsid w:val="00485315"/>
    <w:rsid w:val="004911D6"/>
    <w:rsid w:val="0049171A"/>
    <w:rsid w:val="00492A83"/>
    <w:rsid w:val="00495098"/>
    <w:rsid w:val="00497105"/>
    <w:rsid w:val="0049761C"/>
    <w:rsid w:val="004A24CE"/>
    <w:rsid w:val="004A29F3"/>
    <w:rsid w:val="004A3041"/>
    <w:rsid w:val="004A3134"/>
    <w:rsid w:val="004A4A73"/>
    <w:rsid w:val="004A4F24"/>
    <w:rsid w:val="004A6DBC"/>
    <w:rsid w:val="004B12B9"/>
    <w:rsid w:val="004B2BB7"/>
    <w:rsid w:val="004B5700"/>
    <w:rsid w:val="004B5796"/>
    <w:rsid w:val="004C0999"/>
    <w:rsid w:val="004C2A9F"/>
    <w:rsid w:val="004C313A"/>
    <w:rsid w:val="004C3DBA"/>
    <w:rsid w:val="004C40F4"/>
    <w:rsid w:val="004C4B9E"/>
    <w:rsid w:val="004C600E"/>
    <w:rsid w:val="004C61FB"/>
    <w:rsid w:val="004C6E13"/>
    <w:rsid w:val="004D10E5"/>
    <w:rsid w:val="004D175E"/>
    <w:rsid w:val="004D1ABA"/>
    <w:rsid w:val="004D23DF"/>
    <w:rsid w:val="004D6C7D"/>
    <w:rsid w:val="004E1447"/>
    <w:rsid w:val="004E1517"/>
    <w:rsid w:val="004E496C"/>
    <w:rsid w:val="004E6880"/>
    <w:rsid w:val="004E761A"/>
    <w:rsid w:val="004F024E"/>
    <w:rsid w:val="004F13A1"/>
    <w:rsid w:val="004F3A85"/>
    <w:rsid w:val="004F4447"/>
    <w:rsid w:val="005005F4"/>
    <w:rsid w:val="005006DE"/>
    <w:rsid w:val="0050115B"/>
    <w:rsid w:val="005028E1"/>
    <w:rsid w:val="00504DEF"/>
    <w:rsid w:val="00505ED1"/>
    <w:rsid w:val="005066FA"/>
    <w:rsid w:val="00510155"/>
    <w:rsid w:val="00510A1C"/>
    <w:rsid w:val="00511A9C"/>
    <w:rsid w:val="0051270E"/>
    <w:rsid w:val="00513A88"/>
    <w:rsid w:val="00516953"/>
    <w:rsid w:val="00520C05"/>
    <w:rsid w:val="0052129D"/>
    <w:rsid w:val="005214D3"/>
    <w:rsid w:val="005242B4"/>
    <w:rsid w:val="00531529"/>
    <w:rsid w:val="00532F6C"/>
    <w:rsid w:val="00533A91"/>
    <w:rsid w:val="00534BF3"/>
    <w:rsid w:val="005353B2"/>
    <w:rsid w:val="0053625F"/>
    <w:rsid w:val="00536C25"/>
    <w:rsid w:val="0054031C"/>
    <w:rsid w:val="00540324"/>
    <w:rsid w:val="00542CCA"/>
    <w:rsid w:val="00543C89"/>
    <w:rsid w:val="005453FC"/>
    <w:rsid w:val="005466C7"/>
    <w:rsid w:val="005518D9"/>
    <w:rsid w:val="0055223C"/>
    <w:rsid w:val="00554FB2"/>
    <w:rsid w:val="00556DA7"/>
    <w:rsid w:val="00557EC7"/>
    <w:rsid w:val="00561CD2"/>
    <w:rsid w:val="00561CE1"/>
    <w:rsid w:val="00561F2C"/>
    <w:rsid w:val="00563F71"/>
    <w:rsid w:val="005640C5"/>
    <w:rsid w:val="005662EA"/>
    <w:rsid w:val="005732A7"/>
    <w:rsid w:val="00575429"/>
    <w:rsid w:val="00577B25"/>
    <w:rsid w:val="0058094D"/>
    <w:rsid w:val="00580D38"/>
    <w:rsid w:val="0058411D"/>
    <w:rsid w:val="00584B54"/>
    <w:rsid w:val="00587196"/>
    <w:rsid w:val="00587D6B"/>
    <w:rsid w:val="00592717"/>
    <w:rsid w:val="00592FEF"/>
    <w:rsid w:val="0059422F"/>
    <w:rsid w:val="00594DC8"/>
    <w:rsid w:val="00594FDC"/>
    <w:rsid w:val="005976CC"/>
    <w:rsid w:val="005A193C"/>
    <w:rsid w:val="005A2E2F"/>
    <w:rsid w:val="005A2FF5"/>
    <w:rsid w:val="005A6AC3"/>
    <w:rsid w:val="005B1403"/>
    <w:rsid w:val="005B366D"/>
    <w:rsid w:val="005B52EF"/>
    <w:rsid w:val="005B62CE"/>
    <w:rsid w:val="005C58C3"/>
    <w:rsid w:val="005D0D18"/>
    <w:rsid w:val="005D15BE"/>
    <w:rsid w:val="005D390A"/>
    <w:rsid w:val="005D47C3"/>
    <w:rsid w:val="005D5027"/>
    <w:rsid w:val="005D65AD"/>
    <w:rsid w:val="005D6B0D"/>
    <w:rsid w:val="005E04D8"/>
    <w:rsid w:val="005E5492"/>
    <w:rsid w:val="005E7AA6"/>
    <w:rsid w:val="005E7FE8"/>
    <w:rsid w:val="005F1244"/>
    <w:rsid w:val="005F17F8"/>
    <w:rsid w:val="005F42CE"/>
    <w:rsid w:val="005F56A5"/>
    <w:rsid w:val="005F571E"/>
    <w:rsid w:val="005F6220"/>
    <w:rsid w:val="005F6C0D"/>
    <w:rsid w:val="005F6F96"/>
    <w:rsid w:val="005F7D51"/>
    <w:rsid w:val="00603938"/>
    <w:rsid w:val="0060458F"/>
    <w:rsid w:val="006060EE"/>
    <w:rsid w:val="006067A6"/>
    <w:rsid w:val="00607691"/>
    <w:rsid w:val="00607B6A"/>
    <w:rsid w:val="0061160F"/>
    <w:rsid w:val="00614F9C"/>
    <w:rsid w:val="00616468"/>
    <w:rsid w:val="00620613"/>
    <w:rsid w:val="00620A4D"/>
    <w:rsid w:val="00624BB3"/>
    <w:rsid w:val="00625600"/>
    <w:rsid w:val="00627BD5"/>
    <w:rsid w:val="0063067F"/>
    <w:rsid w:val="00631608"/>
    <w:rsid w:val="00633764"/>
    <w:rsid w:val="0063622C"/>
    <w:rsid w:val="00636968"/>
    <w:rsid w:val="006372B3"/>
    <w:rsid w:val="006412C4"/>
    <w:rsid w:val="00641F83"/>
    <w:rsid w:val="0064582F"/>
    <w:rsid w:val="0065008B"/>
    <w:rsid w:val="00650C89"/>
    <w:rsid w:val="006517C1"/>
    <w:rsid w:val="006528D9"/>
    <w:rsid w:val="006546E3"/>
    <w:rsid w:val="006562FB"/>
    <w:rsid w:val="00663452"/>
    <w:rsid w:val="00663B02"/>
    <w:rsid w:val="00664E46"/>
    <w:rsid w:val="00665397"/>
    <w:rsid w:val="006659E3"/>
    <w:rsid w:val="006702A6"/>
    <w:rsid w:val="0067070F"/>
    <w:rsid w:val="00672C98"/>
    <w:rsid w:val="00673242"/>
    <w:rsid w:val="0067577A"/>
    <w:rsid w:val="00675C65"/>
    <w:rsid w:val="00676081"/>
    <w:rsid w:val="006773E9"/>
    <w:rsid w:val="006775E2"/>
    <w:rsid w:val="006775F2"/>
    <w:rsid w:val="00681F4F"/>
    <w:rsid w:val="006903CC"/>
    <w:rsid w:val="00692098"/>
    <w:rsid w:val="00692288"/>
    <w:rsid w:val="00693023"/>
    <w:rsid w:val="0069444E"/>
    <w:rsid w:val="00696A11"/>
    <w:rsid w:val="006A0107"/>
    <w:rsid w:val="006A0D9D"/>
    <w:rsid w:val="006A6A68"/>
    <w:rsid w:val="006A73B1"/>
    <w:rsid w:val="006B01B7"/>
    <w:rsid w:val="006B1958"/>
    <w:rsid w:val="006B2ACC"/>
    <w:rsid w:val="006B778A"/>
    <w:rsid w:val="006B7C81"/>
    <w:rsid w:val="006C1797"/>
    <w:rsid w:val="006C19CB"/>
    <w:rsid w:val="006C6843"/>
    <w:rsid w:val="006C6962"/>
    <w:rsid w:val="006D049F"/>
    <w:rsid w:val="006D0B1E"/>
    <w:rsid w:val="006D0BFE"/>
    <w:rsid w:val="006D12CC"/>
    <w:rsid w:val="006D2EBE"/>
    <w:rsid w:val="006D4294"/>
    <w:rsid w:val="006D6479"/>
    <w:rsid w:val="006D6B09"/>
    <w:rsid w:val="006D72A0"/>
    <w:rsid w:val="006E3347"/>
    <w:rsid w:val="006E41E0"/>
    <w:rsid w:val="006E51F4"/>
    <w:rsid w:val="006E7110"/>
    <w:rsid w:val="006F55B6"/>
    <w:rsid w:val="006F5FE8"/>
    <w:rsid w:val="006F6A1D"/>
    <w:rsid w:val="006F7A06"/>
    <w:rsid w:val="006F7C99"/>
    <w:rsid w:val="006F7D3B"/>
    <w:rsid w:val="00701FE8"/>
    <w:rsid w:val="00702316"/>
    <w:rsid w:val="007050A5"/>
    <w:rsid w:val="0070713D"/>
    <w:rsid w:val="00707277"/>
    <w:rsid w:val="00713DC7"/>
    <w:rsid w:val="00713EE9"/>
    <w:rsid w:val="00714A7F"/>
    <w:rsid w:val="00716056"/>
    <w:rsid w:val="00716C07"/>
    <w:rsid w:val="007200F5"/>
    <w:rsid w:val="007308E9"/>
    <w:rsid w:val="007324B0"/>
    <w:rsid w:val="00733BCE"/>
    <w:rsid w:val="0074067D"/>
    <w:rsid w:val="00740B88"/>
    <w:rsid w:val="00743B99"/>
    <w:rsid w:val="007463DB"/>
    <w:rsid w:val="007477FD"/>
    <w:rsid w:val="00753734"/>
    <w:rsid w:val="0075506A"/>
    <w:rsid w:val="00760835"/>
    <w:rsid w:val="00764C7D"/>
    <w:rsid w:val="00766031"/>
    <w:rsid w:val="00770EEE"/>
    <w:rsid w:val="007730A4"/>
    <w:rsid w:val="007825D3"/>
    <w:rsid w:val="0078350D"/>
    <w:rsid w:val="00785BAA"/>
    <w:rsid w:val="00786ADC"/>
    <w:rsid w:val="00787179"/>
    <w:rsid w:val="00796956"/>
    <w:rsid w:val="00796B5E"/>
    <w:rsid w:val="007973FC"/>
    <w:rsid w:val="007A0A10"/>
    <w:rsid w:val="007A1702"/>
    <w:rsid w:val="007A4E37"/>
    <w:rsid w:val="007A731A"/>
    <w:rsid w:val="007A7AFC"/>
    <w:rsid w:val="007B0D71"/>
    <w:rsid w:val="007B31B4"/>
    <w:rsid w:val="007B3D4B"/>
    <w:rsid w:val="007B5BE7"/>
    <w:rsid w:val="007C5762"/>
    <w:rsid w:val="007C64BD"/>
    <w:rsid w:val="007C6DD0"/>
    <w:rsid w:val="007D0D44"/>
    <w:rsid w:val="007D14A0"/>
    <w:rsid w:val="007D1CAF"/>
    <w:rsid w:val="007D2C83"/>
    <w:rsid w:val="007D379B"/>
    <w:rsid w:val="007D3C88"/>
    <w:rsid w:val="007D5154"/>
    <w:rsid w:val="007D6F41"/>
    <w:rsid w:val="007E190F"/>
    <w:rsid w:val="007E1F42"/>
    <w:rsid w:val="007E231C"/>
    <w:rsid w:val="007E29A7"/>
    <w:rsid w:val="007E2EA7"/>
    <w:rsid w:val="007E40F9"/>
    <w:rsid w:val="007E4141"/>
    <w:rsid w:val="007E4A75"/>
    <w:rsid w:val="007E6345"/>
    <w:rsid w:val="007E6CAB"/>
    <w:rsid w:val="007E7BE2"/>
    <w:rsid w:val="007F026A"/>
    <w:rsid w:val="007F0FCE"/>
    <w:rsid w:val="007F203D"/>
    <w:rsid w:val="007F5B7B"/>
    <w:rsid w:val="007F6A05"/>
    <w:rsid w:val="007F6DD8"/>
    <w:rsid w:val="007F7789"/>
    <w:rsid w:val="00802AF7"/>
    <w:rsid w:val="00810D02"/>
    <w:rsid w:val="00812049"/>
    <w:rsid w:val="00813CB8"/>
    <w:rsid w:val="00814902"/>
    <w:rsid w:val="00815380"/>
    <w:rsid w:val="00822114"/>
    <w:rsid w:val="00822FE5"/>
    <w:rsid w:val="00823B83"/>
    <w:rsid w:val="00826264"/>
    <w:rsid w:val="00827EE2"/>
    <w:rsid w:val="00831FFD"/>
    <w:rsid w:val="008323A2"/>
    <w:rsid w:val="00833D3D"/>
    <w:rsid w:val="00835098"/>
    <w:rsid w:val="00840DAD"/>
    <w:rsid w:val="00841C6B"/>
    <w:rsid w:val="00842488"/>
    <w:rsid w:val="00852910"/>
    <w:rsid w:val="00856FD1"/>
    <w:rsid w:val="00860ED5"/>
    <w:rsid w:val="008612CC"/>
    <w:rsid w:val="00862779"/>
    <w:rsid w:val="00862C46"/>
    <w:rsid w:val="0086354A"/>
    <w:rsid w:val="00863EA9"/>
    <w:rsid w:val="00864315"/>
    <w:rsid w:val="00865EF8"/>
    <w:rsid w:val="00867530"/>
    <w:rsid w:val="00870478"/>
    <w:rsid w:val="008710AC"/>
    <w:rsid w:val="00872CB4"/>
    <w:rsid w:val="00872E1E"/>
    <w:rsid w:val="008731A0"/>
    <w:rsid w:val="00874CC8"/>
    <w:rsid w:val="0087582B"/>
    <w:rsid w:val="00881A5A"/>
    <w:rsid w:val="00881E15"/>
    <w:rsid w:val="00884F57"/>
    <w:rsid w:val="008854E8"/>
    <w:rsid w:val="00886745"/>
    <w:rsid w:val="008872C4"/>
    <w:rsid w:val="00890E12"/>
    <w:rsid w:val="0089195E"/>
    <w:rsid w:val="00892C1C"/>
    <w:rsid w:val="008A0EC8"/>
    <w:rsid w:val="008A1954"/>
    <w:rsid w:val="008A3CA7"/>
    <w:rsid w:val="008A4F0C"/>
    <w:rsid w:val="008A5251"/>
    <w:rsid w:val="008A582B"/>
    <w:rsid w:val="008A5EB7"/>
    <w:rsid w:val="008B077A"/>
    <w:rsid w:val="008B5F21"/>
    <w:rsid w:val="008C0BC2"/>
    <w:rsid w:val="008C49CD"/>
    <w:rsid w:val="008C7590"/>
    <w:rsid w:val="008D0477"/>
    <w:rsid w:val="008D1212"/>
    <w:rsid w:val="008D3B83"/>
    <w:rsid w:val="008D6A56"/>
    <w:rsid w:val="008D6BE5"/>
    <w:rsid w:val="008D6CAB"/>
    <w:rsid w:val="008D7DC9"/>
    <w:rsid w:val="008E1EDE"/>
    <w:rsid w:val="008E2138"/>
    <w:rsid w:val="008E39F9"/>
    <w:rsid w:val="008F0271"/>
    <w:rsid w:val="008F0E41"/>
    <w:rsid w:val="008F3B76"/>
    <w:rsid w:val="008F5562"/>
    <w:rsid w:val="008F5E3F"/>
    <w:rsid w:val="00901738"/>
    <w:rsid w:val="00901DC9"/>
    <w:rsid w:val="00903034"/>
    <w:rsid w:val="00904783"/>
    <w:rsid w:val="00904EC4"/>
    <w:rsid w:val="00905DB9"/>
    <w:rsid w:val="00906E62"/>
    <w:rsid w:val="0090707D"/>
    <w:rsid w:val="00911238"/>
    <w:rsid w:val="009116E1"/>
    <w:rsid w:val="009119B9"/>
    <w:rsid w:val="00911E73"/>
    <w:rsid w:val="00912C24"/>
    <w:rsid w:val="009151F9"/>
    <w:rsid w:val="00916525"/>
    <w:rsid w:val="009179A2"/>
    <w:rsid w:val="00917C55"/>
    <w:rsid w:val="0092025B"/>
    <w:rsid w:val="00920FD5"/>
    <w:rsid w:val="009216D2"/>
    <w:rsid w:val="00921BDB"/>
    <w:rsid w:val="0092205A"/>
    <w:rsid w:val="0092640B"/>
    <w:rsid w:val="00926ADB"/>
    <w:rsid w:val="00934894"/>
    <w:rsid w:val="00936530"/>
    <w:rsid w:val="00936E4B"/>
    <w:rsid w:val="00937E74"/>
    <w:rsid w:val="00940CD3"/>
    <w:rsid w:val="00942B7F"/>
    <w:rsid w:val="00942DA8"/>
    <w:rsid w:val="00943169"/>
    <w:rsid w:val="009432EF"/>
    <w:rsid w:val="00945490"/>
    <w:rsid w:val="009504B1"/>
    <w:rsid w:val="00951179"/>
    <w:rsid w:val="00951C52"/>
    <w:rsid w:val="009521B4"/>
    <w:rsid w:val="0095474E"/>
    <w:rsid w:val="00954BE4"/>
    <w:rsid w:val="009600F5"/>
    <w:rsid w:val="00960D1C"/>
    <w:rsid w:val="00962648"/>
    <w:rsid w:val="00965C32"/>
    <w:rsid w:val="009672EB"/>
    <w:rsid w:val="0097147C"/>
    <w:rsid w:val="0097371B"/>
    <w:rsid w:val="009739F7"/>
    <w:rsid w:val="0097572A"/>
    <w:rsid w:val="00975D23"/>
    <w:rsid w:val="0098234E"/>
    <w:rsid w:val="009832A9"/>
    <w:rsid w:val="00984B5B"/>
    <w:rsid w:val="009854F2"/>
    <w:rsid w:val="00990346"/>
    <w:rsid w:val="00991AB2"/>
    <w:rsid w:val="00991AF8"/>
    <w:rsid w:val="00993139"/>
    <w:rsid w:val="009A053E"/>
    <w:rsid w:val="009A17F5"/>
    <w:rsid w:val="009A3BAC"/>
    <w:rsid w:val="009A4BD7"/>
    <w:rsid w:val="009A55C0"/>
    <w:rsid w:val="009A605B"/>
    <w:rsid w:val="009A62BB"/>
    <w:rsid w:val="009B03E3"/>
    <w:rsid w:val="009B0AB8"/>
    <w:rsid w:val="009B133E"/>
    <w:rsid w:val="009B1C5D"/>
    <w:rsid w:val="009B25D7"/>
    <w:rsid w:val="009B2F3F"/>
    <w:rsid w:val="009B3F43"/>
    <w:rsid w:val="009B3F91"/>
    <w:rsid w:val="009B41FA"/>
    <w:rsid w:val="009B45BC"/>
    <w:rsid w:val="009B544D"/>
    <w:rsid w:val="009B6D9F"/>
    <w:rsid w:val="009C1EE9"/>
    <w:rsid w:val="009C20C3"/>
    <w:rsid w:val="009C4346"/>
    <w:rsid w:val="009C5CE1"/>
    <w:rsid w:val="009D2BF8"/>
    <w:rsid w:val="009D3411"/>
    <w:rsid w:val="009D37C2"/>
    <w:rsid w:val="009D4397"/>
    <w:rsid w:val="009D47C7"/>
    <w:rsid w:val="009D6285"/>
    <w:rsid w:val="009D6410"/>
    <w:rsid w:val="009E12EC"/>
    <w:rsid w:val="009E284A"/>
    <w:rsid w:val="009E343D"/>
    <w:rsid w:val="009E3B90"/>
    <w:rsid w:val="009E46ED"/>
    <w:rsid w:val="009E491C"/>
    <w:rsid w:val="009E6339"/>
    <w:rsid w:val="009E7902"/>
    <w:rsid w:val="009F261F"/>
    <w:rsid w:val="009F4522"/>
    <w:rsid w:val="009F7225"/>
    <w:rsid w:val="009F7EDD"/>
    <w:rsid w:val="00A0042D"/>
    <w:rsid w:val="00A01BDB"/>
    <w:rsid w:val="00A072EC"/>
    <w:rsid w:val="00A11A46"/>
    <w:rsid w:val="00A12079"/>
    <w:rsid w:val="00A1265E"/>
    <w:rsid w:val="00A15430"/>
    <w:rsid w:val="00A15C57"/>
    <w:rsid w:val="00A16941"/>
    <w:rsid w:val="00A1718D"/>
    <w:rsid w:val="00A201F2"/>
    <w:rsid w:val="00A2067D"/>
    <w:rsid w:val="00A225DA"/>
    <w:rsid w:val="00A22EE3"/>
    <w:rsid w:val="00A242D1"/>
    <w:rsid w:val="00A278A1"/>
    <w:rsid w:val="00A32A59"/>
    <w:rsid w:val="00A32E9C"/>
    <w:rsid w:val="00A3522C"/>
    <w:rsid w:val="00A35E47"/>
    <w:rsid w:val="00A367BE"/>
    <w:rsid w:val="00A36960"/>
    <w:rsid w:val="00A37420"/>
    <w:rsid w:val="00A37A86"/>
    <w:rsid w:val="00A41B85"/>
    <w:rsid w:val="00A4244F"/>
    <w:rsid w:val="00A42889"/>
    <w:rsid w:val="00A45DDD"/>
    <w:rsid w:val="00A46DF0"/>
    <w:rsid w:val="00A505B3"/>
    <w:rsid w:val="00A51256"/>
    <w:rsid w:val="00A53C20"/>
    <w:rsid w:val="00A56E65"/>
    <w:rsid w:val="00A61572"/>
    <w:rsid w:val="00A63278"/>
    <w:rsid w:val="00A63978"/>
    <w:rsid w:val="00A65CAA"/>
    <w:rsid w:val="00A65EAE"/>
    <w:rsid w:val="00A66466"/>
    <w:rsid w:val="00A66ABE"/>
    <w:rsid w:val="00A67F1A"/>
    <w:rsid w:val="00A70FD8"/>
    <w:rsid w:val="00A72550"/>
    <w:rsid w:val="00A805A0"/>
    <w:rsid w:val="00A8366A"/>
    <w:rsid w:val="00A844DC"/>
    <w:rsid w:val="00A90405"/>
    <w:rsid w:val="00A90CDD"/>
    <w:rsid w:val="00A926F5"/>
    <w:rsid w:val="00A939B6"/>
    <w:rsid w:val="00A94871"/>
    <w:rsid w:val="00A96D67"/>
    <w:rsid w:val="00A976BB"/>
    <w:rsid w:val="00A97772"/>
    <w:rsid w:val="00AA04C2"/>
    <w:rsid w:val="00AA3671"/>
    <w:rsid w:val="00AA3911"/>
    <w:rsid w:val="00AA3BB9"/>
    <w:rsid w:val="00AA5781"/>
    <w:rsid w:val="00AA6CF6"/>
    <w:rsid w:val="00AA7845"/>
    <w:rsid w:val="00AB01CD"/>
    <w:rsid w:val="00AB01DA"/>
    <w:rsid w:val="00AB049F"/>
    <w:rsid w:val="00AB1AD5"/>
    <w:rsid w:val="00AB44A9"/>
    <w:rsid w:val="00AB477B"/>
    <w:rsid w:val="00AB4A02"/>
    <w:rsid w:val="00AB5288"/>
    <w:rsid w:val="00AB5F6C"/>
    <w:rsid w:val="00AB63A4"/>
    <w:rsid w:val="00AB645A"/>
    <w:rsid w:val="00AC0CE0"/>
    <w:rsid w:val="00AC1434"/>
    <w:rsid w:val="00AC199D"/>
    <w:rsid w:val="00AC2587"/>
    <w:rsid w:val="00AC447F"/>
    <w:rsid w:val="00AC48EF"/>
    <w:rsid w:val="00AC4BC9"/>
    <w:rsid w:val="00AC7860"/>
    <w:rsid w:val="00AD2941"/>
    <w:rsid w:val="00AD2DAD"/>
    <w:rsid w:val="00AD45C8"/>
    <w:rsid w:val="00AE0860"/>
    <w:rsid w:val="00AE4E24"/>
    <w:rsid w:val="00AE5396"/>
    <w:rsid w:val="00AE5F52"/>
    <w:rsid w:val="00AF173F"/>
    <w:rsid w:val="00AF1B7A"/>
    <w:rsid w:val="00AF2BCA"/>
    <w:rsid w:val="00AF322A"/>
    <w:rsid w:val="00AF4827"/>
    <w:rsid w:val="00AF6353"/>
    <w:rsid w:val="00AF6D7B"/>
    <w:rsid w:val="00AF70A9"/>
    <w:rsid w:val="00B01DB8"/>
    <w:rsid w:val="00B02A19"/>
    <w:rsid w:val="00B02FD0"/>
    <w:rsid w:val="00B0422C"/>
    <w:rsid w:val="00B057ED"/>
    <w:rsid w:val="00B11121"/>
    <w:rsid w:val="00B12D58"/>
    <w:rsid w:val="00B15684"/>
    <w:rsid w:val="00B16251"/>
    <w:rsid w:val="00B16921"/>
    <w:rsid w:val="00B17362"/>
    <w:rsid w:val="00B175DE"/>
    <w:rsid w:val="00B20A53"/>
    <w:rsid w:val="00B22EE1"/>
    <w:rsid w:val="00B27B5E"/>
    <w:rsid w:val="00B32C5F"/>
    <w:rsid w:val="00B34FD0"/>
    <w:rsid w:val="00B35354"/>
    <w:rsid w:val="00B3734B"/>
    <w:rsid w:val="00B3785A"/>
    <w:rsid w:val="00B41853"/>
    <w:rsid w:val="00B41E62"/>
    <w:rsid w:val="00B438A5"/>
    <w:rsid w:val="00B44271"/>
    <w:rsid w:val="00B45D7F"/>
    <w:rsid w:val="00B45D8B"/>
    <w:rsid w:val="00B47392"/>
    <w:rsid w:val="00B50384"/>
    <w:rsid w:val="00B5123E"/>
    <w:rsid w:val="00B5144D"/>
    <w:rsid w:val="00B5392E"/>
    <w:rsid w:val="00B54498"/>
    <w:rsid w:val="00B54A73"/>
    <w:rsid w:val="00B611F2"/>
    <w:rsid w:val="00B6472A"/>
    <w:rsid w:val="00B6609D"/>
    <w:rsid w:val="00B6798A"/>
    <w:rsid w:val="00B700BE"/>
    <w:rsid w:val="00B7177C"/>
    <w:rsid w:val="00B71C90"/>
    <w:rsid w:val="00B729E1"/>
    <w:rsid w:val="00B77C14"/>
    <w:rsid w:val="00B818CE"/>
    <w:rsid w:val="00B8324C"/>
    <w:rsid w:val="00B845C7"/>
    <w:rsid w:val="00B84A81"/>
    <w:rsid w:val="00B85987"/>
    <w:rsid w:val="00B907C1"/>
    <w:rsid w:val="00B91CC5"/>
    <w:rsid w:val="00B92B32"/>
    <w:rsid w:val="00B92CAD"/>
    <w:rsid w:val="00B932B4"/>
    <w:rsid w:val="00B946D4"/>
    <w:rsid w:val="00B948E0"/>
    <w:rsid w:val="00B94B4F"/>
    <w:rsid w:val="00B97DC9"/>
    <w:rsid w:val="00BA00E3"/>
    <w:rsid w:val="00BA1493"/>
    <w:rsid w:val="00BA39D8"/>
    <w:rsid w:val="00BA6086"/>
    <w:rsid w:val="00BA6B05"/>
    <w:rsid w:val="00BB1080"/>
    <w:rsid w:val="00BB1B15"/>
    <w:rsid w:val="00BB60DB"/>
    <w:rsid w:val="00BC1A0E"/>
    <w:rsid w:val="00BC24C4"/>
    <w:rsid w:val="00BC34C3"/>
    <w:rsid w:val="00BC3503"/>
    <w:rsid w:val="00BC772D"/>
    <w:rsid w:val="00BD4029"/>
    <w:rsid w:val="00BD4981"/>
    <w:rsid w:val="00BD6966"/>
    <w:rsid w:val="00BD6E5F"/>
    <w:rsid w:val="00BE105E"/>
    <w:rsid w:val="00BE11C0"/>
    <w:rsid w:val="00BE15C3"/>
    <w:rsid w:val="00BE2851"/>
    <w:rsid w:val="00BE3A33"/>
    <w:rsid w:val="00BE5889"/>
    <w:rsid w:val="00BE5B4E"/>
    <w:rsid w:val="00BF0336"/>
    <w:rsid w:val="00BF27D8"/>
    <w:rsid w:val="00BF3451"/>
    <w:rsid w:val="00BF50F8"/>
    <w:rsid w:val="00BF63E9"/>
    <w:rsid w:val="00BF66A8"/>
    <w:rsid w:val="00BF75F2"/>
    <w:rsid w:val="00BF7729"/>
    <w:rsid w:val="00C0007D"/>
    <w:rsid w:val="00C005A7"/>
    <w:rsid w:val="00C00C82"/>
    <w:rsid w:val="00C01FFC"/>
    <w:rsid w:val="00C028A6"/>
    <w:rsid w:val="00C05613"/>
    <w:rsid w:val="00C0573E"/>
    <w:rsid w:val="00C0751A"/>
    <w:rsid w:val="00C12484"/>
    <w:rsid w:val="00C15CF4"/>
    <w:rsid w:val="00C17C88"/>
    <w:rsid w:val="00C2046D"/>
    <w:rsid w:val="00C20FB0"/>
    <w:rsid w:val="00C250C1"/>
    <w:rsid w:val="00C2637A"/>
    <w:rsid w:val="00C30558"/>
    <w:rsid w:val="00C32C77"/>
    <w:rsid w:val="00C33533"/>
    <w:rsid w:val="00C337DC"/>
    <w:rsid w:val="00C405F3"/>
    <w:rsid w:val="00C426F5"/>
    <w:rsid w:val="00C45FAF"/>
    <w:rsid w:val="00C46EE5"/>
    <w:rsid w:val="00C528DA"/>
    <w:rsid w:val="00C53797"/>
    <w:rsid w:val="00C538D0"/>
    <w:rsid w:val="00C545DA"/>
    <w:rsid w:val="00C55EE9"/>
    <w:rsid w:val="00C5629C"/>
    <w:rsid w:val="00C630E7"/>
    <w:rsid w:val="00C66E0C"/>
    <w:rsid w:val="00C67275"/>
    <w:rsid w:val="00C74675"/>
    <w:rsid w:val="00C77229"/>
    <w:rsid w:val="00C83576"/>
    <w:rsid w:val="00C83DB1"/>
    <w:rsid w:val="00C86E8F"/>
    <w:rsid w:val="00C87196"/>
    <w:rsid w:val="00C90FDE"/>
    <w:rsid w:val="00C931EF"/>
    <w:rsid w:val="00C93652"/>
    <w:rsid w:val="00C94731"/>
    <w:rsid w:val="00C95E88"/>
    <w:rsid w:val="00CA1006"/>
    <w:rsid w:val="00CA3BA6"/>
    <w:rsid w:val="00CA41C0"/>
    <w:rsid w:val="00CA772F"/>
    <w:rsid w:val="00CB04CC"/>
    <w:rsid w:val="00CB1892"/>
    <w:rsid w:val="00CB396E"/>
    <w:rsid w:val="00CB584D"/>
    <w:rsid w:val="00CB58D9"/>
    <w:rsid w:val="00CB6253"/>
    <w:rsid w:val="00CB682B"/>
    <w:rsid w:val="00CB6885"/>
    <w:rsid w:val="00CB6DF4"/>
    <w:rsid w:val="00CC34BC"/>
    <w:rsid w:val="00CC382F"/>
    <w:rsid w:val="00CC4CB3"/>
    <w:rsid w:val="00CC6512"/>
    <w:rsid w:val="00CD220C"/>
    <w:rsid w:val="00CD2E0C"/>
    <w:rsid w:val="00CD4CD1"/>
    <w:rsid w:val="00CD6F29"/>
    <w:rsid w:val="00CE03CA"/>
    <w:rsid w:val="00CE0614"/>
    <w:rsid w:val="00CE19DE"/>
    <w:rsid w:val="00CE504D"/>
    <w:rsid w:val="00CE621A"/>
    <w:rsid w:val="00CF101F"/>
    <w:rsid w:val="00CF2532"/>
    <w:rsid w:val="00CF39D7"/>
    <w:rsid w:val="00CF3C58"/>
    <w:rsid w:val="00CF557D"/>
    <w:rsid w:val="00CF5878"/>
    <w:rsid w:val="00CF5882"/>
    <w:rsid w:val="00D01C21"/>
    <w:rsid w:val="00D062F6"/>
    <w:rsid w:val="00D07A59"/>
    <w:rsid w:val="00D10F2B"/>
    <w:rsid w:val="00D1143E"/>
    <w:rsid w:val="00D13B32"/>
    <w:rsid w:val="00D146FD"/>
    <w:rsid w:val="00D167E0"/>
    <w:rsid w:val="00D16D49"/>
    <w:rsid w:val="00D17C1F"/>
    <w:rsid w:val="00D218CB"/>
    <w:rsid w:val="00D22D5F"/>
    <w:rsid w:val="00D251F7"/>
    <w:rsid w:val="00D25935"/>
    <w:rsid w:val="00D27047"/>
    <w:rsid w:val="00D317C7"/>
    <w:rsid w:val="00D36BE3"/>
    <w:rsid w:val="00D40090"/>
    <w:rsid w:val="00D43F66"/>
    <w:rsid w:val="00D46453"/>
    <w:rsid w:val="00D506B3"/>
    <w:rsid w:val="00D50851"/>
    <w:rsid w:val="00D60C19"/>
    <w:rsid w:val="00D62A89"/>
    <w:rsid w:val="00D62CF0"/>
    <w:rsid w:val="00D7383F"/>
    <w:rsid w:val="00D74180"/>
    <w:rsid w:val="00D75588"/>
    <w:rsid w:val="00D75713"/>
    <w:rsid w:val="00D76F2B"/>
    <w:rsid w:val="00D77BC0"/>
    <w:rsid w:val="00D8173F"/>
    <w:rsid w:val="00D829BD"/>
    <w:rsid w:val="00D82B0F"/>
    <w:rsid w:val="00D86E67"/>
    <w:rsid w:val="00D8720A"/>
    <w:rsid w:val="00D87C83"/>
    <w:rsid w:val="00D90217"/>
    <w:rsid w:val="00D93DBB"/>
    <w:rsid w:val="00D94D54"/>
    <w:rsid w:val="00D958BD"/>
    <w:rsid w:val="00D95CC6"/>
    <w:rsid w:val="00D96142"/>
    <w:rsid w:val="00D97270"/>
    <w:rsid w:val="00D97299"/>
    <w:rsid w:val="00DA074C"/>
    <w:rsid w:val="00DA2945"/>
    <w:rsid w:val="00DA55E2"/>
    <w:rsid w:val="00DA74B0"/>
    <w:rsid w:val="00DA77EE"/>
    <w:rsid w:val="00DB0548"/>
    <w:rsid w:val="00DB184D"/>
    <w:rsid w:val="00DB4B62"/>
    <w:rsid w:val="00DB5731"/>
    <w:rsid w:val="00DB5A30"/>
    <w:rsid w:val="00DB5DE0"/>
    <w:rsid w:val="00DB655F"/>
    <w:rsid w:val="00DB6EC5"/>
    <w:rsid w:val="00DB7E3F"/>
    <w:rsid w:val="00DC2497"/>
    <w:rsid w:val="00DC40C5"/>
    <w:rsid w:val="00DC563C"/>
    <w:rsid w:val="00DC5EEB"/>
    <w:rsid w:val="00DC6805"/>
    <w:rsid w:val="00DD11C6"/>
    <w:rsid w:val="00DD1A97"/>
    <w:rsid w:val="00DD1B3C"/>
    <w:rsid w:val="00DD2DF5"/>
    <w:rsid w:val="00DD702F"/>
    <w:rsid w:val="00DD72C7"/>
    <w:rsid w:val="00DE0213"/>
    <w:rsid w:val="00DE0763"/>
    <w:rsid w:val="00DE2366"/>
    <w:rsid w:val="00DE2EA0"/>
    <w:rsid w:val="00DE49BC"/>
    <w:rsid w:val="00DE4C47"/>
    <w:rsid w:val="00DE4D96"/>
    <w:rsid w:val="00DE57C4"/>
    <w:rsid w:val="00DE594D"/>
    <w:rsid w:val="00DE717D"/>
    <w:rsid w:val="00DF294A"/>
    <w:rsid w:val="00DF29B5"/>
    <w:rsid w:val="00DF32DF"/>
    <w:rsid w:val="00DF459B"/>
    <w:rsid w:val="00DF5854"/>
    <w:rsid w:val="00DF73A5"/>
    <w:rsid w:val="00E01F95"/>
    <w:rsid w:val="00E04E9C"/>
    <w:rsid w:val="00E05E72"/>
    <w:rsid w:val="00E06EB8"/>
    <w:rsid w:val="00E1187C"/>
    <w:rsid w:val="00E13BB7"/>
    <w:rsid w:val="00E1503A"/>
    <w:rsid w:val="00E15E34"/>
    <w:rsid w:val="00E1726C"/>
    <w:rsid w:val="00E17F15"/>
    <w:rsid w:val="00E20FAE"/>
    <w:rsid w:val="00E23771"/>
    <w:rsid w:val="00E23ACA"/>
    <w:rsid w:val="00E2461C"/>
    <w:rsid w:val="00E24741"/>
    <w:rsid w:val="00E2494C"/>
    <w:rsid w:val="00E27579"/>
    <w:rsid w:val="00E278F6"/>
    <w:rsid w:val="00E31571"/>
    <w:rsid w:val="00E31770"/>
    <w:rsid w:val="00E32202"/>
    <w:rsid w:val="00E3507F"/>
    <w:rsid w:val="00E354D3"/>
    <w:rsid w:val="00E35502"/>
    <w:rsid w:val="00E35F13"/>
    <w:rsid w:val="00E3694A"/>
    <w:rsid w:val="00E37365"/>
    <w:rsid w:val="00E37750"/>
    <w:rsid w:val="00E411BD"/>
    <w:rsid w:val="00E41B74"/>
    <w:rsid w:val="00E41BC8"/>
    <w:rsid w:val="00E44863"/>
    <w:rsid w:val="00E449CC"/>
    <w:rsid w:val="00E45AD7"/>
    <w:rsid w:val="00E51B86"/>
    <w:rsid w:val="00E52B26"/>
    <w:rsid w:val="00E5394B"/>
    <w:rsid w:val="00E5431B"/>
    <w:rsid w:val="00E57B84"/>
    <w:rsid w:val="00E60086"/>
    <w:rsid w:val="00E602AA"/>
    <w:rsid w:val="00E63536"/>
    <w:rsid w:val="00E6417D"/>
    <w:rsid w:val="00E64DDD"/>
    <w:rsid w:val="00E73051"/>
    <w:rsid w:val="00E7563A"/>
    <w:rsid w:val="00E75D46"/>
    <w:rsid w:val="00E86F5A"/>
    <w:rsid w:val="00E90416"/>
    <w:rsid w:val="00E92415"/>
    <w:rsid w:val="00E96AE3"/>
    <w:rsid w:val="00EA199A"/>
    <w:rsid w:val="00EA3892"/>
    <w:rsid w:val="00EA5843"/>
    <w:rsid w:val="00EA78F5"/>
    <w:rsid w:val="00EB037C"/>
    <w:rsid w:val="00EB05AF"/>
    <w:rsid w:val="00EB1406"/>
    <w:rsid w:val="00EB28F2"/>
    <w:rsid w:val="00EB51AD"/>
    <w:rsid w:val="00EB5E08"/>
    <w:rsid w:val="00EB729E"/>
    <w:rsid w:val="00EB79F1"/>
    <w:rsid w:val="00EC206D"/>
    <w:rsid w:val="00EC3642"/>
    <w:rsid w:val="00EC3A17"/>
    <w:rsid w:val="00EC480D"/>
    <w:rsid w:val="00EC55AC"/>
    <w:rsid w:val="00EC7409"/>
    <w:rsid w:val="00EC7632"/>
    <w:rsid w:val="00EC7ECB"/>
    <w:rsid w:val="00ED3F9F"/>
    <w:rsid w:val="00ED46EB"/>
    <w:rsid w:val="00ED48C8"/>
    <w:rsid w:val="00ED5F79"/>
    <w:rsid w:val="00ED74D8"/>
    <w:rsid w:val="00EE06AF"/>
    <w:rsid w:val="00EE2B5D"/>
    <w:rsid w:val="00EE2CD0"/>
    <w:rsid w:val="00EE2F2A"/>
    <w:rsid w:val="00EE4D7C"/>
    <w:rsid w:val="00EE7A9F"/>
    <w:rsid w:val="00EF0FDF"/>
    <w:rsid w:val="00EF1B1C"/>
    <w:rsid w:val="00EF2941"/>
    <w:rsid w:val="00EF3F90"/>
    <w:rsid w:val="00EF4271"/>
    <w:rsid w:val="00EF4FF3"/>
    <w:rsid w:val="00EF5243"/>
    <w:rsid w:val="00EF7F89"/>
    <w:rsid w:val="00F00257"/>
    <w:rsid w:val="00F010E6"/>
    <w:rsid w:val="00F01453"/>
    <w:rsid w:val="00F03B06"/>
    <w:rsid w:val="00F11D99"/>
    <w:rsid w:val="00F13D5A"/>
    <w:rsid w:val="00F14B91"/>
    <w:rsid w:val="00F156BB"/>
    <w:rsid w:val="00F2092B"/>
    <w:rsid w:val="00F20E40"/>
    <w:rsid w:val="00F213E5"/>
    <w:rsid w:val="00F240E8"/>
    <w:rsid w:val="00F2575C"/>
    <w:rsid w:val="00F26CC3"/>
    <w:rsid w:val="00F26D84"/>
    <w:rsid w:val="00F274AC"/>
    <w:rsid w:val="00F30546"/>
    <w:rsid w:val="00F312FC"/>
    <w:rsid w:val="00F31997"/>
    <w:rsid w:val="00F348EB"/>
    <w:rsid w:val="00F354BC"/>
    <w:rsid w:val="00F35E02"/>
    <w:rsid w:val="00F41061"/>
    <w:rsid w:val="00F432DD"/>
    <w:rsid w:val="00F436D9"/>
    <w:rsid w:val="00F46C7F"/>
    <w:rsid w:val="00F539E2"/>
    <w:rsid w:val="00F54702"/>
    <w:rsid w:val="00F55266"/>
    <w:rsid w:val="00F570A6"/>
    <w:rsid w:val="00F62CE6"/>
    <w:rsid w:val="00F63A6C"/>
    <w:rsid w:val="00F63EDB"/>
    <w:rsid w:val="00F67DB5"/>
    <w:rsid w:val="00F7014B"/>
    <w:rsid w:val="00F70B11"/>
    <w:rsid w:val="00F769F1"/>
    <w:rsid w:val="00F7707C"/>
    <w:rsid w:val="00F777EA"/>
    <w:rsid w:val="00F812D3"/>
    <w:rsid w:val="00F819B9"/>
    <w:rsid w:val="00F82FFF"/>
    <w:rsid w:val="00F836B6"/>
    <w:rsid w:val="00F8401A"/>
    <w:rsid w:val="00F84B7A"/>
    <w:rsid w:val="00F917F0"/>
    <w:rsid w:val="00F9193C"/>
    <w:rsid w:val="00F91EA9"/>
    <w:rsid w:val="00F956E4"/>
    <w:rsid w:val="00F9592B"/>
    <w:rsid w:val="00F95C58"/>
    <w:rsid w:val="00F95E47"/>
    <w:rsid w:val="00F963CE"/>
    <w:rsid w:val="00F96E0A"/>
    <w:rsid w:val="00FA2DFC"/>
    <w:rsid w:val="00FB1926"/>
    <w:rsid w:val="00FB3A44"/>
    <w:rsid w:val="00FB5A47"/>
    <w:rsid w:val="00FB65C9"/>
    <w:rsid w:val="00FB6923"/>
    <w:rsid w:val="00FB784A"/>
    <w:rsid w:val="00FC05B2"/>
    <w:rsid w:val="00FC070A"/>
    <w:rsid w:val="00FC2DAA"/>
    <w:rsid w:val="00FC4A7D"/>
    <w:rsid w:val="00FC7335"/>
    <w:rsid w:val="00FD1660"/>
    <w:rsid w:val="00FD431E"/>
    <w:rsid w:val="00FE02DE"/>
    <w:rsid w:val="00FE18F5"/>
    <w:rsid w:val="00FE271D"/>
    <w:rsid w:val="00FE6A99"/>
    <w:rsid w:val="00FF2282"/>
    <w:rsid w:val="00FF4530"/>
    <w:rsid w:val="00FF5E06"/>
    <w:rsid w:val="00FF695F"/>
    <w:rsid w:val="00FF7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9A2"/>
  </w:style>
  <w:style w:type="paragraph" w:styleId="1">
    <w:name w:val="heading 1"/>
    <w:basedOn w:val="a"/>
    <w:next w:val="a"/>
    <w:qFormat/>
    <w:rsid w:val="009179A2"/>
    <w:pPr>
      <w:keepNext/>
      <w:spacing w:line="360" w:lineRule="auto"/>
      <w:jc w:val="center"/>
      <w:outlineLvl w:val="0"/>
    </w:pPr>
    <w:rPr>
      <w:rFonts w:ascii="Arial" w:hAnsi="Arial" w:cs="Arial"/>
      <w:b/>
      <w:bCs/>
      <w:sz w:val="28"/>
    </w:rPr>
  </w:style>
  <w:style w:type="paragraph" w:styleId="2">
    <w:name w:val="heading 2"/>
    <w:basedOn w:val="a"/>
    <w:next w:val="a"/>
    <w:qFormat/>
    <w:rsid w:val="00415421"/>
    <w:pPr>
      <w:keepNext/>
      <w:jc w:val="center"/>
      <w:outlineLvl w:val="1"/>
    </w:pPr>
    <w:rPr>
      <w:rFonts w:ascii="Arial" w:hAnsi="Arial"/>
      <w:b/>
      <w:snapToGrid w:val="0"/>
      <w:color w:val="000000"/>
      <w:sz w:val="28"/>
    </w:rPr>
  </w:style>
  <w:style w:type="paragraph" w:styleId="3">
    <w:name w:val="heading 3"/>
    <w:basedOn w:val="a"/>
    <w:next w:val="a"/>
    <w:qFormat/>
    <w:rsid w:val="00415421"/>
    <w:pPr>
      <w:keepNext/>
      <w:jc w:val="both"/>
      <w:outlineLvl w:val="2"/>
    </w:pPr>
    <w:rPr>
      <w:rFonts w:ascii="Arial" w:hAnsi="Arial"/>
      <w:b/>
      <w:snapToGrid w:val="0"/>
      <w:color w:val="000000"/>
      <w:sz w:val="26"/>
      <w:u w:val="single"/>
    </w:rPr>
  </w:style>
  <w:style w:type="paragraph" w:styleId="4">
    <w:name w:val="heading 4"/>
    <w:basedOn w:val="a"/>
    <w:next w:val="a"/>
    <w:qFormat/>
    <w:rsid w:val="00415421"/>
    <w:pPr>
      <w:keepNext/>
      <w:jc w:val="both"/>
      <w:outlineLvl w:val="3"/>
    </w:pPr>
    <w:rPr>
      <w:rFonts w:ascii="Arial" w:hAnsi="Arial"/>
      <w:b/>
      <w:snapToGrid w:val="0"/>
      <w:color w:val="000000"/>
      <w:sz w:val="26"/>
    </w:rPr>
  </w:style>
  <w:style w:type="paragraph" w:styleId="5">
    <w:name w:val="heading 5"/>
    <w:basedOn w:val="a"/>
    <w:next w:val="a"/>
    <w:qFormat/>
    <w:rsid w:val="009179A2"/>
    <w:pPr>
      <w:keepNext/>
      <w:spacing w:line="360" w:lineRule="auto"/>
      <w:jc w:val="center"/>
      <w:outlineLvl w:val="4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qFormat/>
    <w:rsid w:val="00415421"/>
    <w:pPr>
      <w:keepNext/>
      <w:jc w:val="both"/>
      <w:outlineLvl w:val="5"/>
    </w:pPr>
    <w:rPr>
      <w:rFonts w:ascii="Arial" w:hAnsi="Arial"/>
      <w:b/>
      <w:snapToGrid w:val="0"/>
      <w:color w:val="000000"/>
      <w:sz w:val="24"/>
    </w:rPr>
  </w:style>
  <w:style w:type="paragraph" w:styleId="7">
    <w:name w:val="heading 7"/>
    <w:basedOn w:val="a"/>
    <w:next w:val="a"/>
    <w:qFormat/>
    <w:rsid w:val="009179A2"/>
    <w:pPr>
      <w:keepNext/>
      <w:spacing w:line="360" w:lineRule="auto"/>
      <w:jc w:val="center"/>
      <w:outlineLvl w:val="6"/>
    </w:pPr>
    <w:rPr>
      <w:rFonts w:ascii="Arial" w:hAnsi="Arial" w:cs="Arial"/>
      <w:b/>
    </w:rPr>
  </w:style>
  <w:style w:type="paragraph" w:styleId="8">
    <w:name w:val="heading 8"/>
    <w:basedOn w:val="a"/>
    <w:next w:val="a"/>
    <w:qFormat/>
    <w:rsid w:val="00415421"/>
    <w:pPr>
      <w:keepNext/>
      <w:outlineLvl w:val="7"/>
    </w:pPr>
    <w:rPr>
      <w:rFonts w:ascii="Arial" w:hAnsi="Arial"/>
      <w:b/>
      <w:snapToGrid w:val="0"/>
      <w:color w:val="000000"/>
      <w:sz w:val="28"/>
    </w:rPr>
  </w:style>
  <w:style w:type="paragraph" w:styleId="9">
    <w:name w:val="heading 9"/>
    <w:basedOn w:val="a"/>
    <w:next w:val="a"/>
    <w:qFormat/>
    <w:rsid w:val="00415421"/>
    <w:pPr>
      <w:keepNext/>
      <w:outlineLvl w:val="8"/>
    </w:pPr>
    <w:rPr>
      <w:rFonts w:ascii="Arial" w:hAnsi="Arial"/>
      <w:b/>
      <w:snapToGrid w:val="0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9179A2"/>
    <w:rPr>
      <w:vertAlign w:val="superscript"/>
    </w:rPr>
  </w:style>
  <w:style w:type="character" w:styleId="a4">
    <w:name w:val="annotation reference"/>
    <w:basedOn w:val="a0"/>
    <w:semiHidden/>
    <w:rsid w:val="009179A2"/>
    <w:rPr>
      <w:sz w:val="16"/>
    </w:rPr>
  </w:style>
  <w:style w:type="paragraph" w:styleId="a5">
    <w:name w:val="footnote text"/>
    <w:basedOn w:val="a"/>
    <w:semiHidden/>
    <w:rsid w:val="009179A2"/>
  </w:style>
  <w:style w:type="paragraph" w:styleId="a6">
    <w:name w:val="Body Text"/>
    <w:basedOn w:val="a"/>
    <w:rsid w:val="009179A2"/>
    <w:pPr>
      <w:jc w:val="both"/>
    </w:pPr>
    <w:rPr>
      <w:rFonts w:ascii="Arial" w:hAnsi="Arial"/>
      <w:sz w:val="24"/>
      <w:lang w:val="en-GB"/>
    </w:rPr>
  </w:style>
  <w:style w:type="paragraph" w:styleId="20">
    <w:name w:val="Body Text 2"/>
    <w:basedOn w:val="a"/>
    <w:rsid w:val="009179A2"/>
    <w:pPr>
      <w:spacing w:line="360" w:lineRule="auto"/>
      <w:jc w:val="both"/>
    </w:pPr>
    <w:rPr>
      <w:rFonts w:ascii="Arial" w:hAnsi="Arial" w:cs="Arial"/>
      <w:sz w:val="22"/>
    </w:rPr>
  </w:style>
  <w:style w:type="paragraph" w:styleId="a7">
    <w:name w:val="Body Text Indent"/>
    <w:basedOn w:val="a"/>
    <w:rsid w:val="009179A2"/>
    <w:pPr>
      <w:spacing w:line="360" w:lineRule="auto"/>
      <w:ind w:firstLine="720"/>
      <w:jc w:val="both"/>
    </w:pPr>
    <w:rPr>
      <w:rFonts w:ascii="Arial" w:hAnsi="Arial" w:cs="Arial"/>
      <w:sz w:val="22"/>
    </w:rPr>
  </w:style>
  <w:style w:type="paragraph" w:styleId="30">
    <w:name w:val="Body Text Indent 3"/>
    <w:basedOn w:val="a"/>
    <w:rsid w:val="009179A2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styleId="a8">
    <w:name w:val="header"/>
    <w:basedOn w:val="a"/>
    <w:rsid w:val="009179A2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Char"/>
    <w:uiPriority w:val="99"/>
    <w:rsid w:val="009179A2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9179A2"/>
  </w:style>
  <w:style w:type="paragraph" w:customStyle="1" w:styleId="CharCharCharCharChar">
    <w:name w:val="Char Char Char Char Char"/>
    <w:basedOn w:val="a"/>
    <w:rsid w:val="00AA36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styleId="21">
    <w:name w:val="Body Text Indent 2"/>
    <w:basedOn w:val="a"/>
    <w:rsid w:val="00415421"/>
    <w:pPr>
      <w:ind w:firstLine="708"/>
      <w:jc w:val="both"/>
    </w:pPr>
    <w:rPr>
      <w:rFonts w:ascii="Arial" w:hAnsi="Arial"/>
      <w:sz w:val="24"/>
    </w:rPr>
  </w:style>
  <w:style w:type="paragraph" w:styleId="31">
    <w:name w:val="Body Text 3"/>
    <w:basedOn w:val="a"/>
    <w:rsid w:val="00415421"/>
    <w:pPr>
      <w:jc w:val="both"/>
    </w:pPr>
    <w:rPr>
      <w:rFonts w:ascii="MS Sans Serif" w:hAnsi="MS Sans Serif"/>
      <w:b/>
      <w:sz w:val="26"/>
    </w:rPr>
  </w:style>
  <w:style w:type="table" w:styleId="ab">
    <w:name w:val="Table Grid"/>
    <w:basedOn w:val="a1"/>
    <w:rsid w:val="00415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Char0"/>
    <w:rsid w:val="00185FDB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c"/>
    <w:rsid w:val="00185FDB"/>
    <w:rPr>
      <w:rFonts w:ascii="Tahoma" w:hAnsi="Tahoma" w:cs="Tahoma"/>
      <w:sz w:val="16"/>
      <w:szCs w:val="16"/>
    </w:rPr>
  </w:style>
  <w:style w:type="character" w:customStyle="1" w:styleId="Char">
    <w:name w:val="Υποσέλιδο Char"/>
    <w:basedOn w:val="a0"/>
    <w:link w:val="a9"/>
    <w:uiPriority w:val="99"/>
    <w:rsid w:val="00254453"/>
  </w:style>
  <w:style w:type="paragraph" w:styleId="ad">
    <w:name w:val="List Paragraph"/>
    <w:basedOn w:val="a"/>
    <w:uiPriority w:val="34"/>
    <w:qFormat/>
    <w:rsid w:val="005E7FE8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001B57"/>
    <w:rPr>
      <w:color w:val="0000FF"/>
      <w:u w:val="single"/>
    </w:rPr>
  </w:style>
  <w:style w:type="character" w:styleId="-0">
    <w:name w:val="FollowedHyperlink"/>
    <w:basedOn w:val="a0"/>
    <w:uiPriority w:val="99"/>
    <w:unhideWhenUsed/>
    <w:rsid w:val="00001B57"/>
    <w:rPr>
      <w:color w:val="800080"/>
      <w:u w:val="single"/>
    </w:rPr>
  </w:style>
  <w:style w:type="paragraph" w:customStyle="1" w:styleId="xl63">
    <w:name w:val="xl63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001B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6">
    <w:name w:val="xl66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001B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78">
    <w:name w:val="xl78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9">
    <w:name w:val="xl79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0">
    <w:name w:val="xl80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2">
    <w:name w:val="xl82"/>
    <w:basedOn w:val="a"/>
    <w:rsid w:val="00001B57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001B5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1">
    <w:name w:val="xl81"/>
    <w:basedOn w:val="a"/>
    <w:rsid w:val="00F7014B"/>
    <w:pP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83">
    <w:name w:val="xl83"/>
    <w:basedOn w:val="a"/>
    <w:rsid w:val="00F7014B"/>
    <w:pPr>
      <w:spacing w:before="100" w:beforeAutospacing="1" w:after="100" w:afterAutospacing="1"/>
      <w:jc w:val="right"/>
      <w:textAlignment w:val="top"/>
    </w:pPr>
    <w:rPr>
      <w:rFonts w:ascii="Calibri" w:hAnsi="Calibri" w:cs="Calibri"/>
      <w:sz w:val="24"/>
      <w:szCs w:val="24"/>
    </w:rPr>
  </w:style>
  <w:style w:type="paragraph" w:customStyle="1" w:styleId="xl85">
    <w:name w:val="xl85"/>
    <w:basedOn w:val="a"/>
    <w:rsid w:val="00F7014B"/>
    <w:pPr>
      <w:spacing w:before="100" w:beforeAutospacing="1" w:after="100" w:afterAutospacing="1"/>
      <w:jc w:val="right"/>
      <w:textAlignment w:val="top"/>
    </w:pPr>
    <w:rPr>
      <w:rFonts w:ascii="Calibri" w:hAnsi="Calibri" w:cs="Calibri"/>
      <w:sz w:val="24"/>
      <w:szCs w:val="24"/>
    </w:rPr>
  </w:style>
  <w:style w:type="paragraph" w:customStyle="1" w:styleId="xl86">
    <w:name w:val="xl86"/>
    <w:basedOn w:val="a"/>
    <w:rsid w:val="00F7014B"/>
    <w:pP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87">
    <w:name w:val="xl87"/>
    <w:basedOn w:val="a"/>
    <w:rsid w:val="00F7014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88">
    <w:name w:val="xl88"/>
    <w:basedOn w:val="a"/>
    <w:rsid w:val="00F70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89">
    <w:name w:val="xl89"/>
    <w:basedOn w:val="a"/>
    <w:rsid w:val="00F701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90">
    <w:name w:val="xl90"/>
    <w:basedOn w:val="a"/>
    <w:rsid w:val="00F701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91">
    <w:name w:val="xl91"/>
    <w:basedOn w:val="a"/>
    <w:rsid w:val="00F7014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92">
    <w:name w:val="xl92"/>
    <w:basedOn w:val="a"/>
    <w:rsid w:val="00F70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sz w:val="24"/>
      <w:szCs w:val="24"/>
    </w:rPr>
  </w:style>
  <w:style w:type="paragraph" w:customStyle="1" w:styleId="xl93">
    <w:name w:val="xl93"/>
    <w:basedOn w:val="a"/>
    <w:rsid w:val="00F7014B"/>
    <w:pP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94">
    <w:name w:val="xl94"/>
    <w:basedOn w:val="a"/>
    <w:rsid w:val="00F7014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5">
    <w:name w:val="xl95"/>
    <w:basedOn w:val="a"/>
    <w:rsid w:val="00F7014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6">
    <w:name w:val="xl96"/>
    <w:basedOn w:val="a"/>
    <w:rsid w:val="00F7014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7">
    <w:name w:val="xl97"/>
    <w:basedOn w:val="a"/>
    <w:rsid w:val="00F7014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8">
    <w:name w:val="xl98"/>
    <w:basedOn w:val="a"/>
    <w:rsid w:val="00F701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9">
    <w:name w:val="xl99"/>
    <w:basedOn w:val="a"/>
    <w:rsid w:val="00F70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0">
    <w:name w:val="xl100"/>
    <w:basedOn w:val="a"/>
    <w:rsid w:val="00F70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1">
    <w:name w:val="xl101"/>
    <w:basedOn w:val="a"/>
    <w:rsid w:val="00F70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2">
    <w:name w:val="xl102"/>
    <w:basedOn w:val="a"/>
    <w:rsid w:val="00F7014B"/>
    <w:pP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3">
    <w:name w:val="xl103"/>
    <w:basedOn w:val="a"/>
    <w:rsid w:val="00F701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4">
    <w:name w:val="xl104"/>
    <w:basedOn w:val="a"/>
    <w:rsid w:val="00F70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5">
    <w:name w:val="xl105"/>
    <w:basedOn w:val="a"/>
    <w:rsid w:val="00F70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6">
    <w:name w:val="xl106"/>
    <w:basedOn w:val="a"/>
    <w:rsid w:val="00F701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7">
    <w:name w:val="xl107"/>
    <w:basedOn w:val="a"/>
    <w:rsid w:val="00F70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8">
    <w:name w:val="xl108"/>
    <w:basedOn w:val="a"/>
    <w:rsid w:val="00F701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9">
    <w:name w:val="xl109"/>
    <w:basedOn w:val="a"/>
    <w:rsid w:val="00F70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10">
    <w:name w:val="xl110"/>
    <w:basedOn w:val="a"/>
    <w:rsid w:val="00F7014B"/>
    <w:pP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111">
    <w:name w:val="xl111"/>
    <w:basedOn w:val="a"/>
    <w:rsid w:val="00F7014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112">
    <w:name w:val="xl112"/>
    <w:basedOn w:val="a"/>
    <w:rsid w:val="00F7014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00955-A27D-4630-A41E-F6C358527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1136</Words>
  <Characters>7611</Characters>
  <Application>Microsoft Office Word</Application>
  <DocSecurity>0</DocSecurity>
  <Lines>63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ΝΟΜΟΣ ΘΕΣΣΑΛΟΝΙΚΗΣ</vt:lpstr>
    </vt:vector>
  </TitlesOfParts>
  <Company>.</Company>
  <LinksUpToDate>false</LinksUpToDate>
  <CharactersWithSpaces>8730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ΝΟΜΟΣ ΘΕΣΣΑΛΟΝΙΚΗΣ</dc:title>
  <dc:creator>.</dc:creator>
  <cp:lastModifiedBy>ivou</cp:lastModifiedBy>
  <cp:revision>2</cp:revision>
  <cp:lastPrinted>2015-11-09T12:00:00Z</cp:lastPrinted>
  <dcterms:created xsi:type="dcterms:W3CDTF">2015-12-01T14:07:00Z</dcterms:created>
  <dcterms:modified xsi:type="dcterms:W3CDTF">2015-12-01T14:07:00Z</dcterms:modified>
</cp:coreProperties>
</file>